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AB3" w:rsidRPr="00F71DBA" w:rsidRDefault="00326AB3" w:rsidP="00F71DBA">
      <w:pPr>
        <w:rPr>
          <w:rStyle w:val="Strong"/>
        </w:rPr>
      </w:pPr>
    </w:p>
    <w:p w:rsidR="0091201D" w:rsidRDefault="00E0425F" w:rsidP="002973C8">
      <w:pPr>
        <w:pStyle w:val="Bocalooktitredoc"/>
        <w:pBdr>
          <w:left w:val="single" w:sz="12" w:space="5" w:color="auto"/>
        </w:pBdr>
      </w:pPr>
      <w:r>
        <w:t>CAXEL</w:t>
      </w:r>
    </w:p>
    <w:p w:rsidR="00326AB3" w:rsidRDefault="002973C8" w:rsidP="0091201D">
      <w:pPr>
        <w:pStyle w:val="Bocalooktitredoc"/>
        <w:pBdr>
          <w:left w:val="single" w:sz="12" w:space="5" w:color="auto"/>
        </w:pBdr>
      </w:pPr>
      <w:r>
        <w:t>Notes Techniques</w:t>
      </w:r>
    </w:p>
    <w:tbl>
      <w:tblPr>
        <w:tblStyle w:val="TableGrid"/>
        <w:tblW w:w="0" w:type="auto"/>
        <w:tblLook w:val="0080" w:firstRow="0" w:lastRow="0" w:firstColumn="1" w:lastColumn="0" w:noHBand="0" w:noVBand="0"/>
      </w:tblPr>
      <w:tblGrid>
        <w:gridCol w:w="3510"/>
        <w:gridCol w:w="4936"/>
      </w:tblGrid>
      <w:tr w:rsidR="0091201D" w:rsidTr="00096849">
        <w:tc>
          <w:tcPr>
            <w:tcW w:w="3510" w:type="dxa"/>
          </w:tcPr>
          <w:p w:rsidR="0091201D" w:rsidRPr="00096849" w:rsidRDefault="0091201D" w:rsidP="0091201D">
            <w:pPr>
              <w:rPr>
                <w:sz w:val="18"/>
                <w:szCs w:val="18"/>
                <w:lang w:val="fr-FR"/>
              </w:rPr>
            </w:pPr>
            <w:r w:rsidRPr="00096849">
              <w:rPr>
                <w:sz w:val="18"/>
                <w:szCs w:val="18"/>
                <w:lang w:val="fr-FR"/>
              </w:rPr>
              <w:t xml:space="preserve">Version courante : </w:t>
            </w:r>
            <w:r w:rsidRPr="00096849">
              <w:rPr>
                <w:sz w:val="18"/>
                <w:szCs w:val="18"/>
                <w:lang w:val="fr-FR"/>
              </w:rPr>
              <w:fldChar w:fldCharType="begin"/>
            </w:r>
            <w:r w:rsidRPr="00096849">
              <w:rPr>
                <w:sz w:val="18"/>
                <w:szCs w:val="18"/>
                <w:lang w:val="fr-FR"/>
              </w:rPr>
              <w:instrText xml:space="preserve"> DOCPROPERTY "_Version"  \* MERGEFORMAT </w:instrText>
            </w:r>
            <w:r w:rsidRPr="00096849">
              <w:rPr>
                <w:sz w:val="18"/>
                <w:szCs w:val="18"/>
                <w:lang w:val="fr-FR"/>
              </w:rPr>
              <w:fldChar w:fldCharType="separate"/>
            </w:r>
            <w:r w:rsidR="00E0425F">
              <w:rPr>
                <w:sz w:val="18"/>
                <w:szCs w:val="18"/>
                <w:lang w:val="fr-FR"/>
              </w:rPr>
              <w:t>02</w:t>
            </w:r>
            <w:r w:rsidRPr="00096849">
              <w:rPr>
                <w:sz w:val="18"/>
                <w:szCs w:val="18"/>
                <w:lang w:val="fr-FR"/>
              </w:rPr>
              <w:fldChar w:fldCharType="end"/>
            </w:r>
          </w:p>
          <w:p w:rsidR="0091201D" w:rsidRPr="00096849" w:rsidRDefault="0091201D" w:rsidP="0091201D">
            <w:pPr>
              <w:rPr>
                <w:sz w:val="18"/>
                <w:szCs w:val="18"/>
                <w:lang w:val="fr-FR"/>
              </w:rPr>
            </w:pPr>
            <w:r w:rsidRPr="00096849">
              <w:rPr>
                <w:sz w:val="18"/>
                <w:szCs w:val="18"/>
                <w:lang w:val="fr-FR"/>
              </w:rPr>
              <w:t xml:space="preserve">Date impression : </w:t>
            </w:r>
            <w:r w:rsidRPr="00096849">
              <w:rPr>
                <w:sz w:val="18"/>
                <w:szCs w:val="18"/>
                <w:lang w:val="fr-FR"/>
              </w:rPr>
              <w:fldChar w:fldCharType="begin"/>
            </w:r>
            <w:r w:rsidRPr="00096849">
              <w:rPr>
                <w:sz w:val="18"/>
                <w:szCs w:val="18"/>
                <w:lang w:val="fr-FR"/>
              </w:rPr>
              <w:instrText xml:space="preserve"> TIME \@ "dd/MM/yy" </w:instrText>
            </w:r>
            <w:r w:rsidRPr="00096849">
              <w:rPr>
                <w:sz w:val="18"/>
                <w:szCs w:val="18"/>
                <w:lang w:val="fr-FR"/>
              </w:rPr>
              <w:fldChar w:fldCharType="separate"/>
            </w:r>
            <w:r w:rsidR="00F75DA4">
              <w:rPr>
                <w:noProof/>
                <w:sz w:val="18"/>
                <w:szCs w:val="18"/>
                <w:lang w:val="fr-FR"/>
              </w:rPr>
              <w:t>20/04/18</w:t>
            </w:r>
            <w:r w:rsidRPr="00096849">
              <w:rPr>
                <w:sz w:val="18"/>
                <w:szCs w:val="18"/>
                <w:lang w:val="fr-FR"/>
              </w:rPr>
              <w:fldChar w:fldCharType="end"/>
            </w:r>
          </w:p>
          <w:p w:rsidR="0091201D" w:rsidRPr="00096849" w:rsidRDefault="0091201D" w:rsidP="0091201D">
            <w:pPr>
              <w:rPr>
                <w:sz w:val="18"/>
                <w:szCs w:val="18"/>
                <w:lang w:val="fr-FR"/>
              </w:rPr>
            </w:pPr>
            <w:r w:rsidRPr="00096849">
              <w:rPr>
                <w:sz w:val="18"/>
                <w:szCs w:val="18"/>
                <w:lang w:val="fr-FR"/>
              </w:rPr>
              <w:t xml:space="preserve">Dernière modification : </w:t>
            </w:r>
            <w:r w:rsidRPr="00096849">
              <w:rPr>
                <w:sz w:val="18"/>
                <w:szCs w:val="18"/>
                <w:lang w:val="fr-FR"/>
              </w:rPr>
              <w:fldChar w:fldCharType="begin"/>
            </w:r>
            <w:r w:rsidRPr="00096849">
              <w:rPr>
                <w:sz w:val="18"/>
                <w:szCs w:val="18"/>
                <w:lang w:val="fr-FR"/>
              </w:rPr>
              <w:instrText xml:space="preserve"> DOCPROPERTY "LastSavedTime"  \* MERGEFORMAT </w:instrText>
            </w:r>
            <w:r w:rsidRPr="00096849">
              <w:rPr>
                <w:sz w:val="18"/>
                <w:szCs w:val="18"/>
                <w:lang w:val="fr-FR"/>
              </w:rPr>
              <w:fldChar w:fldCharType="separate"/>
            </w:r>
            <w:r w:rsidR="0006222D">
              <w:rPr>
                <w:sz w:val="18"/>
                <w:szCs w:val="18"/>
                <w:lang w:val="fr-FR"/>
              </w:rPr>
              <w:t>1/01/1601 02:00</w:t>
            </w:r>
            <w:r w:rsidRPr="00096849">
              <w:rPr>
                <w:sz w:val="18"/>
                <w:szCs w:val="18"/>
                <w:lang w:val="fr-FR"/>
              </w:rPr>
              <w:fldChar w:fldCharType="end"/>
            </w:r>
          </w:p>
          <w:p w:rsidR="0091201D" w:rsidRDefault="0091201D" w:rsidP="0091201D">
            <w:r w:rsidRPr="00096849">
              <w:rPr>
                <w:sz w:val="18"/>
                <w:szCs w:val="18"/>
                <w:lang w:val="fr-FR"/>
              </w:rPr>
              <w:t>V 01 : première version</w:t>
            </w:r>
          </w:p>
        </w:tc>
        <w:tc>
          <w:tcPr>
            <w:tcW w:w="4936" w:type="dxa"/>
          </w:tcPr>
          <w:p w:rsidR="0091201D" w:rsidRDefault="0091201D" w:rsidP="0091201D">
            <w:pPr>
              <w:rPr>
                <w:b/>
                <w:lang w:val="fr-FR"/>
              </w:rPr>
            </w:pPr>
            <w:r w:rsidRPr="0091201D">
              <w:rPr>
                <w:b/>
                <w:lang w:val="fr-FR"/>
              </w:rPr>
              <w:t>Résumé</w:t>
            </w:r>
            <w:r>
              <w:rPr>
                <w:b/>
                <w:lang w:val="fr-FR"/>
              </w:rPr>
              <w:t> :</w:t>
            </w:r>
          </w:p>
          <w:p w:rsidR="0091201D" w:rsidRPr="0091201D" w:rsidRDefault="0091201D" w:rsidP="0091201D">
            <w:pPr>
              <w:rPr>
                <w:lang w:val="fr-FR"/>
              </w:rPr>
            </w:pPr>
          </w:p>
          <w:p w:rsidR="0091201D" w:rsidRDefault="00287760" w:rsidP="0091201D">
            <w:pPr>
              <w:rPr>
                <w:lang w:val="fr-FR"/>
              </w:rPr>
            </w:pPr>
            <w:r>
              <w:rPr>
                <w:lang w:val="fr-FR"/>
              </w:rPr>
              <w:t xml:space="preserve">Notes techniques pour </w:t>
            </w:r>
            <w:r w:rsidR="00E0425F">
              <w:rPr>
                <w:lang w:val="fr-FR"/>
              </w:rPr>
              <w:t>CAXEL</w:t>
            </w:r>
          </w:p>
          <w:p w:rsidR="0091201D" w:rsidRDefault="0091201D" w:rsidP="0091201D"/>
        </w:tc>
      </w:tr>
    </w:tbl>
    <w:p w:rsidR="00096849" w:rsidRDefault="00096849" w:rsidP="007C1B27">
      <w:pPr>
        <w:tabs>
          <w:tab w:val="left" w:pos="567"/>
          <w:tab w:val="left" w:pos="1134"/>
        </w:tabs>
        <w:jc w:val="center"/>
      </w:pPr>
    </w:p>
    <w:p w:rsidR="00326AB3" w:rsidRDefault="00326AB3" w:rsidP="007C1B27">
      <w:pPr>
        <w:tabs>
          <w:tab w:val="left" w:pos="567"/>
          <w:tab w:val="left" w:pos="1134"/>
        </w:tabs>
        <w:jc w:val="center"/>
        <w:rPr>
          <w:b/>
          <w:sz w:val="24"/>
          <w:u w:val="single"/>
          <w:lang w:val="fr-FR"/>
        </w:rPr>
      </w:pPr>
      <w:r>
        <w:rPr>
          <w:b/>
          <w:sz w:val="24"/>
          <w:u w:val="single"/>
          <w:lang w:val="fr-FR"/>
        </w:rPr>
        <w:t>CONTENU</w:t>
      </w:r>
    </w:p>
    <w:p w:rsidR="00326AB3" w:rsidRDefault="00326AB3">
      <w:pPr>
        <w:rPr>
          <w:lang w:val="fr-FR"/>
        </w:rPr>
      </w:pPr>
    </w:p>
    <w:p w:rsidR="00FB7F75" w:rsidRDefault="00326AB3">
      <w:pPr>
        <w:pStyle w:val="TOC1"/>
        <w:tabs>
          <w:tab w:val="left" w:pos="600"/>
          <w:tab w:val="right" w:leader="dot" w:pos="8296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r-BE"/>
        </w:rPr>
      </w:pPr>
      <w:r>
        <w:rPr>
          <w:lang w:val="fr-FR"/>
        </w:rPr>
        <w:fldChar w:fldCharType="begin"/>
      </w:r>
      <w:r>
        <w:rPr>
          <w:lang w:val="fr-FR"/>
        </w:rPr>
        <w:instrText xml:space="preserve"> TOC \o "1-3" </w:instrText>
      </w:r>
      <w:r>
        <w:rPr>
          <w:lang w:val="fr-FR"/>
        </w:rPr>
        <w:fldChar w:fldCharType="separate"/>
      </w:r>
      <w:r w:rsidR="00FB7F75">
        <w:rPr>
          <w:noProof/>
        </w:rPr>
        <w:t>1.</w:t>
      </w:r>
      <w:r w:rsidR="00FB7F75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r-BE"/>
        </w:rPr>
        <w:tab/>
      </w:r>
      <w:r w:rsidR="00FB7F75">
        <w:rPr>
          <w:noProof/>
        </w:rPr>
        <w:t>Logique générale</w:t>
      </w:r>
      <w:r w:rsidR="00FB7F75">
        <w:rPr>
          <w:noProof/>
        </w:rPr>
        <w:tab/>
      </w:r>
      <w:r w:rsidR="00FB7F75">
        <w:rPr>
          <w:noProof/>
        </w:rPr>
        <w:fldChar w:fldCharType="begin"/>
      </w:r>
      <w:r w:rsidR="00FB7F75">
        <w:rPr>
          <w:noProof/>
        </w:rPr>
        <w:instrText xml:space="preserve"> PAGEREF _Toc371605916 \h </w:instrText>
      </w:r>
      <w:r w:rsidR="00FB7F75">
        <w:rPr>
          <w:noProof/>
        </w:rPr>
      </w:r>
      <w:r w:rsidR="00FB7F75">
        <w:rPr>
          <w:noProof/>
        </w:rPr>
        <w:fldChar w:fldCharType="separate"/>
      </w:r>
      <w:r w:rsidR="00FB7F75">
        <w:rPr>
          <w:noProof/>
        </w:rPr>
        <w:t>2</w:t>
      </w:r>
      <w:r w:rsidR="00FB7F75">
        <w:rPr>
          <w:noProof/>
        </w:rPr>
        <w:fldChar w:fldCharType="end"/>
      </w:r>
    </w:p>
    <w:p w:rsidR="00FB7F75" w:rsidRDefault="00FB7F75">
      <w:pPr>
        <w:pStyle w:val="TOC2"/>
        <w:tabs>
          <w:tab w:val="left" w:pos="80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r-BE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r-BE"/>
        </w:rPr>
        <w:tab/>
      </w:r>
      <w:r>
        <w:rPr>
          <w:noProof/>
        </w:rPr>
        <w:t>Utilisation « de routine » »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_Toc371605917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FB7F75" w:rsidRDefault="00FB7F75">
      <w:pPr>
        <w:pStyle w:val="TOC1"/>
        <w:tabs>
          <w:tab w:val="left" w:pos="600"/>
          <w:tab w:val="right" w:leader="dot" w:pos="8296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r-BE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r-BE"/>
        </w:rPr>
        <w:tab/>
      </w:r>
      <w:r>
        <w:rPr>
          <w:noProof/>
        </w:rPr>
        <w:t>Fichiers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_Toc371605918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FB7F75" w:rsidRDefault="00FB7F75">
      <w:pPr>
        <w:pStyle w:val="TOC2"/>
        <w:tabs>
          <w:tab w:val="left" w:pos="80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r-BE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r-BE"/>
        </w:rPr>
        <w:tab/>
      </w:r>
      <w:r>
        <w:rPr>
          <w:noProof/>
        </w:rPr>
        <w:t>La carte flash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_Toc371605919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FB7F75" w:rsidRDefault="00FB7F75">
      <w:pPr>
        <w:pStyle w:val="TOC2"/>
        <w:tabs>
          <w:tab w:val="left" w:pos="80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r-BE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r-BE"/>
        </w:rPr>
        <w:tab/>
      </w:r>
      <w:r>
        <w:rPr>
          <w:noProof/>
        </w:rPr>
        <w:t>Les fichiers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_Toc371605920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FB7F75" w:rsidRDefault="00FB7F75">
      <w:pPr>
        <w:pStyle w:val="TOC2"/>
        <w:tabs>
          <w:tab w:val="left" w:pos="80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r-BE"/>
        </w:rPr>
      </w:pPr>
      <w:r>
        <w:rPr>
          <w:noProof/>
        </w:rPr>
        <w:t>2.3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r-BE"/>
        </w:rPr>
        <w:tab/>
      </w:r>
      <w:r>
        <w:rPr>
          <w:noProof/>
        </w:rPr>
        <w:t>Formats de fichiers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_Toc371605921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FB7F75" w:rsidRDefault="00FB7F75">
      <w:pPr>
        <w:pStyle w:val="TOC3"/>
        <w:tabs>
          <w:tab w:val="left" w:pos="1200"/>
          <w:tab w:val="right" w:leader="dot" w:pos="8296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r-BE"/>
        </w:rPr>
      </w:pPr>
      <w:r>
        <w:rPr>
          <w:noProof/>
        </w:rPr>
        <w:t>2.3.1</w:t>
      </w:r>
      <w:r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r-BE"/>
        </w:rPr>
        <w:tab/>
      </w:r>
      <w:r>
        <w:rPr>
          <w:noProof/>
        </w:rPr>
        <w:t>001 (51 lignes)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_Toc371605922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FB7F75" w:rsidRDefault="00FB7F75">
      <w:pPr>
        <w:pStyle w:val="TOC3"/>
        <w:tabs>
          <w:tab w:val="left" w:pos="1200"/>
          <w:tab w:val="right" w:leader="dot" w:pos="8296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r-BE"/>
        </w:rPr>
      </w:pPr>
      <w:r>
        <w:rPr>
          <w:noProof/>
        </w:rPr>
        <w:t>2.3.2</w:t>
      </w:r>
      <w:r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r-BE"/>
        </w:rPr>
        <w:tab/>
      </w:r>
      <w:r>
        <w:rPr>
          <w:noProof/>
        </w:rPr>
        <w:t>002 (60 lignes)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_Toc371605923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FB7F75" w:rsidRDefault="00FB7F75">
      <w:pPr>
        <w:pStyle w:val="TOC3"/>
        <w:tabs>
          <w:tab w:val="left" w:pos="1200"/>
          <w:tab w:val="right" w:leader="dot" w:pos="8296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r-BE"/>
        </w:rPr>
      </w:pPr>
      <w:r>
        <w:rPr>
          <w:noProof/>
        </w:rPr>
        <w:t>2.3.3</w:t>
      </w:r>
      <w:r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r-BE"/>
        </w:rPr>
        <w:tab/>
      </w:r>
      <w:r>
        <w:rPr>
          <w:noProof/>
        </w:rPr>
        <w:t>004 (7010 lignes)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_Toc371605924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FB7F75" w:rsidRDefault="00FB7F75">
      <w:pPr>
        <w:pStyle w:val="TOC3"/>
        <w:tabs>
          <w:tab w:val="left" w:pos="1200"/>
          <w:tab w:val="right" w:leader="dot" w:pos="8296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r-BE"/>
        </w:rPr>
      </w:pPr>
      <w:r>
        <w:rPr>
          <w:noProof/>
        </w:rPr>
        <w:t>2.3.4</w:t>
      </w:r>
      <w:r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r-BE"/>
        </w:rPr>
        <w:tab/>
      </w:r>
      <w:r>
        <w:rPr>
          <w:noProof/>
        </w:rPr>
        <w:t>005 (210 lignes)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_Toc371605925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FB7F75" w:rsidRDefault="00FB7F75">
      <w:pPr>
        <w:pStyle w:val="TOC3"/>
        <w:tabs>
          <w:tab w:val="left" w:pos="1200"/>
          <w:tab w:val="right" w:leader="dot" w:pos="8296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r-BE"/>
        </w:rPr>
      </w:pPr>
      <w:r>
        <w:rPr>
          <w:noProof/>
        </w:rPr>
        <w:t>2.3.5</w:t>
      </w:r>
      <w:r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r-BE"/>
        </w:rPr>
        <w:tab/>
      </w:r>
      <w:r>
        <w:rPr>
          <w:noProof/>
        </w:rPr>
        <w:t>006 (60 lignes)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_Toc371605926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FB7F75" w:rsidRDefault="00FB7F75">
      <w:pPr>
        <w:pStyle w:val="TOC3"/>
        <w:tabs>
          <w:tab w:val="left" w:pos="1200"/>
          <w:tab w:val="right" w:leader="dot" w:pos="8296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r-BE"/>
        </w:rPr>
      </w:pPr>
      <w:r>
        <w:rPr>
          <w:noProof/>
        </w:rPr>
        <w:t>2.3.6</w:t>
      </w:r>
      <w:r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r-BE"/>
        </w:rPr>
        <w:tab/>
      </w:r>
      <w:r>
        <w:rPr>
          <w:noProof/>
        </w:rPr>
        <w:t>009 (34 lignes)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_Toc371605927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FB7F75" w:rsidRDefault="00FB7F75">
      <w:pPr>
        <w:pStyle w:val="TOC3"/>
        <w:tabs>
          <w:tab w:val="left" w:pos="1200"/>
          <w:tab w:val="right" w:leader="dot" w:pos="8296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r-BE"/>
        </w:rPr>
      </w:pPr>
      <w:r w:rsidRPr="008851EC">
        <w:rPr>
          <w:strike/>
          <w:noProof/>
        </w:rPr>
        <w:t>2.3.7</w:t>
      </w:r>
      <w:r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r-BE"/>
        </w:rPr>
        <w:tab/>
      </w:r>
      <w:r w:rsidRPr="008851EC">
        <w:rPr>
          <w:strike/>
          <w:noProof/>
        </w:rPr>
        <w:t>010 = mensuel – non fait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_Toc371605928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FB7F75" w:rsidRDefault="00FB7F75">
      <w:pPr>
        <w:pStyle w:val="TOC3"/>
        <w:tabs>
          <w:tab w:val="left" w:pos="1200"/>
          <w:tab w:val="right" w:leader="dot" w:pos="8296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r-BE"/>
        </w:rPr>
      </w:pPr>
      <w:r>
        <w:rPr>
          <w:noProof/>
        </w:rPr>
        <w:t>2.3.8</w:t>
      </w:r>
      <w:r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r-BE"/>
        </w:rPr>
        <w:tab/>
      </w:r>
      <w:r>
        <w:rPr>
          <w:noProof/>
        </w:rPr>
        <w:t>011 (nb caissier x nb rub lignes)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_Toc371605929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FB7F75" w:rsidRDefault="00FB7F75">
      <w:pPr>
        <w:pStyle w:val="TOC3"/>
        <w:tabs>
          <w:tab w:val="left" w:pos="1200"/>
          <w:tab w:val="right" w:leader="dot" w:pos="8296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r-BE"/>
        </w:rPr>
      </w:pPr>
      <w:r>
        <w:rPr>
          <w:noProof/>
        </w:rPr>
        <w:t>2.3.9</w:t>
      </w:r>
      <w:r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r-BE"/>
        </w:rPr>
        <w:tab/>
      </w:r>
      <w:r>
        <w:rPr>
          <w:noProof/>
        </w:rPr>
        <w:t>016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_Toc371605930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FB7F75" w:rsidRDefault="00FB7F75">
      <w:pPr>
        <w:pStyle w:val="TOC3"/>
        <w:tabs>
          <w:tab w:val="left" w:pos="1200"/>
          <w:tab w:val="right" w:leader="dot" w:pos="8296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r-BE"/>
        </w:rPr>
      </w:pPr>
      <w:r w:rsidRPr="008851EC">
        <w:rPr>
          <w:strike/>
          <w:noProof/>
        </w:rPr>
        <w:t>2.3.10</w:t>
      </w:r>
      <w:r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r-BE"/>
        </w:rPr>
        <w:tab/>
      </w:r>
      <w:r w:rsidRPr="008851EC">
        <w:rPr>
          <w:strike/>
          <w:noProof/>
        </w:rPr>
        <w:t>020 - ? – pas fait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_Toc371605931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FB7F75" w:rsidRDefault="00FB7F75">
      <w:pPr>
        <w:pStyle w:val="TOC2"/>
        <w:tabs>
          <w:tab w:val="left" w:pos="80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r-BE"/>
        </w:rPr>
      </w:pPr>
      <w:r>
        <w:rPr>
          <w:noProof/>
        </w:rPr>
        <w:t>2.4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r-BE"/>
        </w:rPr>
        <w:tab/>
      </w:r>
      <w:r>
        <w:rPr>
          <w:noProof/>
        </w:rPr>
        <w:t>Logique de lecture des fichiers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_Toc371605932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FB7F75" w:rsidRDefault="00FB7F75">
      <w:pPr>
        <w:pStyle w:val="TOC1"/>
        <w:tabs>
          <w:tab w:val="left" w:pos="600"/>
          <w:tab w:val="right" w:leader="dot" w:pos="8296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r-BE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r-BE"/>
        </w:rPr>
        <w:tab/>
      </w:r>
      <w:r>
        <w:rPr>
          <w:noProof/>
        </w:rPr>
        <w:t>Enregistrement du logiciel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_Toc371605933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FB7F75" w:rsidRDefault="00FB7F75">
      <w:pPr>
        <w:pStyle w:val="TOC2"/>
        <w:tabs>
          <w:tab w:val="left" w:pos="80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r-BE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r-BE"/>
        </w:rPr>
        <w:tab/>
      </w:r>
      <w:r>
        <w:rPr>
          <w:noProof/>
        </w:rPr>
        <w:t>Data base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_Toc371605934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FB7F75" w:rsidRDefault="00FB7F75">
      <w:pPr>
        <w:pStyle w:val="TOC3"/>
        <w:tabs>
          <w:tab w:val="left" w:pos="1200"/>
          <w:tab w:val="right" w:leader="dot" w:pos="8296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r-BE"/>
        </w:rPr>
      </w:pPr>
      <w:r>
        <w:rPr>
          <w:noProof/>
        </w:rPr>
        <w:t>3.1.1</w:t>
      </w:r>
      <w:r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r-BE"/>
        </w:rPr>
        <w:tab/>
      </w:r>
      <w:r>
        <w:rPr>
          <w:noProof/>
        </w:rPr>
        <w:t>PGM : les programme ID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_Toc371605935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FB7F75" w:rsidRDefault="00FB7F75">
      <w:pPr>
        <w:pStyle w:val="TOC3"/>
        <w:tabs>
          <w:tab w:val="left" w:pos="1200"/>
          <w:tab w:val="right" w:leader="dot" w:pos="8296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r-BE"/>
        </w:rPr>
      </w:pPr>
      <w:r>
        <w:rPr>
          <w:noProof/>
        </w:rPr>
        <w:t>3.1.2</w:t>
      </w:r>
      <w:r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r-BE"/>
        </w:rPr>
        <w:tab/>
      </w:r>
      <w:r>
        <w:rPr>
          <w:noProof/>
        </w:rPr>
        <w:t>LICENCES : les licences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_Toc371605936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FB7F75" w:rsidRDefault="00FB7F75">
      <w:pPr>
        <w:pStyle w:val="TOC2"/>
        <w:tabs>
          <w:tab w:val="left" w:pos="80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r-BE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r-BE"/>
        </w:rPr>
        <w:tab/>
      </w:r>
      <w:r>
        <w:rPr>
          <w:noProof/>
        </w:rPr>
        <w:t>Enregistrement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_Toc371605937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FB7F75" w:rsidRDefault="00FB7F75">
      <w:pPr>
        <w:pStyle w:val="TOC2"/>
        <w:tabs>
          <w:tab w:val="left" w:pos="80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r-BE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r-BE"/>
        </w:rPr>
        <w:tab/>
      </w:r>
      <w:r>
        <w:rPr>
          <w:noProof/>
        </w:rPr>
        <w:t>Remplir la BD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_Toc371605938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326AB3" w:rsidRDefault="00326AB3" w:rsidP="00053266">
      <w:pPr>
        <w:outlineLvl w:val="0"/>
        <w:rPr>
          <w:lang w:val="fr-FR"/>
        </w:rPr>
      </w:pPr>
      <w:r>
        <w:rPr>
          <w:lang w:val="fr-FR"/>
        </w:rPr>
        <w:fldChar w:fldCharType="end"/>
      </w:r>
    </w:p>
    <w:p w:rsidR="00326AB3" w:rsidRDefault="00326AB3">
      <w:pPr>
        <w:pBdr>
          <w:top w:val="single" w:sz="18" w:space="1" w:color="auto"/>
        </w:pBdr>
        <w:rPr>
          <w:lang w:val="fr-FR"/>
        </w:rPr>
      </w:pPr>
    </w:p>
    <w:p w:rsidR="00096849" w:rsidRDefault="00096849" w:rsidP="00096849">
      <w:pPr>
        <w:rPr>
          <w:lang w:val="fr-FR"/>
        </w:rPr>
      </w:pPr>
      <w:r>
        <w:rPr>
          <w:lang w:val="fr-FR"/>
        </w:rPr>
        <w:br w:type="page"/>
      </w:r>
    </w:p>
    <w:p w:rsidR="00287760" w:rsidRDefault="00287760" w:rsidP="007C1B27">
      <w:pPr>
        <w:pStyle w:val="Heading1"/>
      </w:pPr>
      <w:bookmarkStart w:id="0" w:name="_Toc371605916"/>
      <w:r>
        <w:lastRenderedPageBreak/>
        <w:t>Logique générale</w:t>
      </w:r>
      <w:bookmarkEnd w:id="0"/>
    </w:p>
    <w:p w:rsidR="00287760" w:rsidRDefault="007E4034" w:rsidP="000D7EC7">
      <w:pPr>
        <w:pStyle w:val="Heading2"/>
      </w:pPr>
      <w:r>
        <w:t>Principes d’utilisation</w:t>
      </w:r>
    </w:p>
    <w:p w:rsidR="00CB7EAA" w:rsidRDefault="00CB7EAA" w:rsidP="00CB7EAA">
      <w:pPr>
        <w:pStyle w:val="Truc"/>
      </w:pPr>
      <w:r>
        <w:t>Lors du dernier run, le programme a mémorisé ROOT</w:t>
      </w:r>
      <w:r w:rsidR="008D3D57">
        <w:t xml:space="preserve"> (sinon il va le chercher sur demande)</w:t>
      </w:r>
    </w:p>
    <w:p w:rsidR="000D7EC7" w:rsidRDefault="000D7EC7" w:rsidP="000D7EC7">
      <w:r>
        <w:t>Le programme démarre sur l’onglet «Fichiers »</w:t>
      </w:r>
    </w:p>
    <w:p w:rsidR="00CB7EAA" w:rsidRDefault="00CB7EAA" w:rsidP="000D7EC7">
      <w:pPr>
        <w:pStyle w:val="ListBullet"/>
      </w:pPr>
      <w:r>
        <w:t xml:space="preserve">Si le ROOT existe </w:t>
      </w:r>
    </w:p>
    <w:p w:rsidR="00CB7EAA" w:rsidRDefault="00CB7EAA" w:rsidP="00CB7EAA">
      <w:pPr>
        <w:pStyle w:val="ListBullet"/>
        <w:ind w:left="1440"/>
      </w:pPr>
      <w:r>
        <w:t xml:space="preserve">il est lu </w:t>
      </w:r>
    </w:p>
    <w:p w:rsidR="000D7EC7" w:rsidRDefault="00CB7EAA" w:rsidP="00CB7EAA">
      <w:pPr>
        <w:pStyle w:val="ListBullet"/>
        <w:ind w:left="1440"/>
      </w:pPr>
      <w:r>
        <w:t>les derniers fichiers sont copiés sur le disque</w:t>
      </w:r>
    </w:p>
    <w:p w:rsidR="00CB7EAA" w:rsidRDefault="00CB7EAA" w:rsidP="000D7EC7">
      <w:pPr>
        <w:pStyle w:val="ListBullet"/>
      </w:pPr>
      <w:r>
        <w:t>Si le ROOT n’existe pas, l’utilisateur peut</w:t>
      </w:r>
    </w:p>
    <w:p w:rsidR="00CB7EAA" w:rsidRDefault="00CB7EAA" w:rsidP="00CB7EAA">
      <w:pPr>
        <w:pStyle w:val="ListBullet"/>
        <w:ind w:left="1440"/>
      </w:pPr>
      <w:r>
        <w:t>Sélectionner un nouveau chemin ROOT</w:t>
      </w:r>
    </w:p>
    <w:p w:rsidR="00CB7EAA" w:rsidRPr="000D7EC7" w:rsidRDefault="00CB7EAA" w:rsidP="00CB7EAA">
      <w:pPr>
        <w:pStyle w:val="ListBullet"/>
        <w:ind w:left="1440"/>
      </w:pPr>
      <w:r>
        <w:t>Choisir de travailler sur les fichiers sur le disque</w:t>
      </w:r>
    </w:p>
    <w:p w:rsidR="000D7EC7" w:rsidRDefault="00CB7EAA" w:rsidP="00287760">
      <w:r>
        <w:t>Le programme permet de</w:t>
      </w:r>
    </w:p>
    <w:p w:rsidR="00CB7EAA" w:rsidRDefault="00CB7EAA" w:rsidP="00CB7EAA">
      <w:pPr>
        <w:pStyle w:val="ListBullet"/>
      </w:pPr>
      <w:r>
        <w:t>Sélectionner le mois pour lequel on veut le rapport (d’après la liste des dirs sur le disque)</w:t>
      </w:r>
    </w:p>
    <w:p w:rsidR="00CB7EAA" w:rsidRDefault="00CB7EAA" w:rsidP="00CB7EAA">
      <w:pPr>
        <w:pStyle w:val="ListBullet"/>
      </w:pPr>
      <w:r>
        <w:t>Créer le fichier Excel</w:t>
      </w:r>
    </w:p>
    <w:p w:rsidR="00CB7EAA" w:rsidRDefault="00CB7EAA" w:rsidP="00CB7EAA">
      <w:r>
        <w:t xml:space="preserve">Ensuite l’utilisateur peut </w:t>
      </w:r>
    </w:p>
    <w:p w:rsidR="00CB7EAA" w:rsidRDefault="005E22F4" w:rsidP="005E22F4">
      <w:pPr>
        <w:pStyle w:val="ListBullet"/>
      </w:pPr>
      <w:r>
        <w:t>Sauver le fichier Excel</w:t>
      </w:r>
    </w:p>
    <w:p w:rsidR="005E22F4" w:rsidRDefault="005E22F4" w:rsidP="005E22F4">
      <w:pPr>
        <w:pStyle w:val="ListBullet"/>
      </w:pPr>
      <w:r>
        <w:t>Revenir à l’onglet fichiers</w:t>
      </w:r>
    </w:p>
    <w:p w:rsidR="005E22F4" w:rsidRDefault="005E22F4" w:rsidP="005E22F4">
      <w:pPr>
        <w:pStyle w:val="ListBullet"/>
      </w:pPr>
      <w:r>
        <w:t>Quitter le programme</w:t>
      </w:r>
    </w:p>
    <w:p w:rsidR="00436002" w:rsidRDefault="00436002" w:rsidP="005E22F4">
      <w:pPr>
        <w:pStyle w:val="ListBullet"/>
      </w:pPr>
      <w:r>
        <w:t>Ouvrir l’onglet « Configuration »</w:t>
      </w:r>
    </w:p>
    <w:p w:rsidR="00436002" w:rsidRDefault="00436002" w:rsidP="00436002">
      <w:pPr>
        <w:pStyle w:val="ListBullet"/>
        <w:ind w:left="1440"/>
      </w:pPr>
      <w:r>
        <w:t>Sélectionner fichiers à importer</w:t>
      </w:r>
    </w:p>
    <w:p w:rsidR="00436002" w:rsidRDefault="00436002" w:rsidP="00436002">
      <w:pPr>
        <w:pStyle w:val="ListBullet"/>
        <w:ind w:left="1440"/>
      </w:pPr>
      <w:r>
        <w:t>Sélectionner options export dans Excel (zéros)</w:t>
      </w:r>
    </w:p>
    <w:p w:rsidR="00B114D7" w:rsidRDefault="00B114D7" w:rsidP="00B114D7">
      <w:pPr>
        <w:pStyle w:val="Heading2"/>
      </w:pPr>
      <w:r>
        <w:t>Importation des fichiers</w:t>
      </w:r>
    </w:p>
    <w:p w:rsidR="00B114D7" w:rsidRDefault="00B114D7" w:rsidP="00B114D7">
      <w:r>
        <w:t>Dans caxRfic</w:t>
      </w:r>
    </w:p>
    <w:p w:rsidR="00B114D7" w:rsidRDefault="00B114D7" w:rsidP="00B114D7">
      <w:r>
        <w:t>La routine dépend de la caisse :</w:t>
      </w:r>
    </w:p>
    <w:p w:rsidR="00B114D7" w:rsidRDefault="00B114D7" w:rsidP="00B114D7">
      <w:pPr>
        <w:pStyle w:val="Heading3"/>
      </w:pPr>
      <w:r>
        <w:t>ImportSE3000 :</w:t>
      </w:r>
    </w:p>
    <w:p w:rsidR="00B114D7" w:rsidRDefault="00B114D7" w:rsidP="00B114D7">
      <w:r>
        <w:t>Source dir = CASIO\SE3000\year\mm</w:t>
      </w:r>
    </w:p>
    <w:p w:rsidR="00B114D7" w:rsidRDefault="00B114D7" w:rsidP="00B114D7">
      <w:r>
        <w:t>Les fichiers à copier = Z001*.CSV plus Z002…etc en fonction des topics utilisés</w:t>
      </w:r>
    </w:p>
    <w:p w:rsidR="00B114D7" w:rsidRDefault="00B114D7" w:rsidP="00B114D7">
      <w:r>
        <w:t xml:space="preserve">Répertoire </w:t>
      </w:r>
      <w:r w:rsidR="00F75DA4">
        <w:t>target</w:t>
      </w:r>
      <w:r>
        <w:t xml:space="preserve"> = work3DirWbs ( DataXZ, year, month)</w:t>
      </w:r>
    </w:p>
    <w:p w:rsidR="00B114D7" w:rsidRDefault="00B114D7" w:rsidP="00B114D7">
      <w:r>
        <w:t>Les fichiers sont copiés simplement</w:t>
      </w:r>
    </w:p>
    <w:p w:rsidR="00B114D7" w:rsidRDefault="00B114D7" w:rsidP="00B114D7">
      <w:pPr>
        <w:pStyle w:val="Heading2"/>
      </w:pPr>
      <w:r>
        <w:t>La base de données </w:t>
      </w:r>
      <w:r w:rsidR="007974FD">
        <w:t xml:space="preserve">DM </w:t>
      </w:r>
      <w:r>
        <w:t>:</w:t>
      </w:r>
    </w:p>
    <w:p w:rsidR="00B114D7" w:rsidRDefault="007974FD" w:rsidP="00B114D7">
      <w:r>
        <w:t>Dans caxDglobal</w:t>
      </w:r>
    </w:p>
    <w:p w:rsidR="007974FD" w:rsidRDefault="007974FD" w:rsidP="00B114D7">
      <w:r>
        <w:t>Est constituée</w:t>
      </w:r>
    </w:p>
    <w:p w:rsidR="007974FD" w:rsidRDefault="007974FD" w:rsidP="007974FD">
      <w:pPr>
        <w:pStyle w:val="ListBullet"/>
      </w:pPr>
      <w:r>
        <w:t>Data001, 002 004 005 006 016: Tdata2col(Tdata)</w:t>
      </w:r>
    </w:p>
    <w:p w:rsidR="007974FD" w:rsidRDefault="007974FD" w:rsidP="007974FD">
      <w:pPr>
        <w:pStyle w:val="ListBullet"/>
      </w:pPr>
      <w:r>
        <w:t>Data009 : TdataHor</w:t>
      </w:r>
    </w:p>
    <w:p w:rsidR="007974FD" w:rsidRDefault="007974FD" w:rsidP="007974FD">
      <w:pPr>
        <w:pStyle w:val="ListBullet"/>
      </w:pPr>
      <w:r>
        <w:t>Data011 : TdataCai</w:t>
      </w:r>
    </w:p>
    <w:p w:rsidR="00B114D7" w:rsidRDefault="00B114D7" w:rsidP="00B114D7">
      <w:pPr>
        <w:pStyle w:val="Heading2"/>
      </w:pPr>
      <w:r>
        <w:t>Création Excel</w:t>
      </w:r>
      <w:bookmarkStart w:id="1" w:name="_GoBack"/>
      <w:bookmarkEnd w:id="1"/>
    </w:p>
    <w:p w:rsidR="00B114D7" w:rsidRDefault="00B114D7" w:rsidP="00B114D7">
      <w:r>
        <w:t>Dans caxRexcel</w:t>
      </w:r>
      <w:r w:rsidR="007974FD">
        <w:t>.Importer</w:t>
      </w:r>
    </w:p>
    <w:p w:rsidR="00B114D7" w:rsidRDefault="007974FD" w:rsidP="00B114D7">
      <w:r>
        <w:t>Se base sur year date sélectionnée par user dans combo</w:t>
      </w:r>
    </w:p>
    <w:p w:rsidR="007974FD" w:rsidRDefault="007974FD" w:rsidP="00B114D7">
      <w:r>
        <w:t>Rajoute les fichiers dans liste</w:t>
      </w:r>
    </w:p>
    <w:p w:rsidR="007974FD" w:rsidRDefault="007974FD" w:rsidP="00B114D7">
      <w:r>
        <w:t>Pour chaque fichier, on utilise aFile (type Tafile) pour lire le fichier et connaître son ID</w:t>
      </w:r>
    </w:p>
    <w:p w:rsidR="007974FD" w:rsidRDefault="007974FD" w:rsidP="007974FD">
      <w:pPr>
        <w:pStyle w:val="ListBullet"/>
      </w:pPr>
      <w:r>
        <w:t>Se fait dans TaFile.ReadFile, dépend du type de caisse</w:t>
      </w:r>
      <w:r w:rsidR="0054167E">
        <w:t> ; va lire dans le fichier et pas basé sur le nom du fichier</w:t>
      </w:r>
    </w:p>
    <w:p w:rsidR="0054167E" w:rsidRDefault="007974FD" w:rsidP="00B114D7">
      <w:r>
        <w:t>En fonction de l’ID on demande au DM.Dataxxx de faire recordFile( aFile) :</w:t>
      </w:r>
    </w:p>
    <w:p w:rsidR="007974FD" w:rsidRDefault="007974FD" w:rsidP="0054167E">
      <w:pPr>
        <w:pStyle w:val="ListBullet"/>
      </w:pPr>
      <w:r>
        <w:t>remplit le DM</w:t>
      </w:r>
    </w:p>
    <w:p w:rsidR="0054167E" w:rsidRDefault="0054167E" w:rsidP="0054167E">
      <w:pPr>
        <w:pStyle w:val="ListBullet"/>
      </w:pPr>
      <w:r>
        <w:t xml:space="preserve">Tdata.RecordFile : get id jour dans aFile, loop sur lignes, appelle virtual StoreData( Ligne,af) : </w:t>
      </w:r>
    </w:p>
    <w:p w:rsidR="0054167E" w:rsidRDefault="0054167E" w:rsidP="0054167E">
      <w:pPr>
        <w:pStyle w:val="ListBullet"/>
      </w:pPr>
      <w:r>
        <w:t>Storedata : extrait infos de la ligne ; la stocke dans Qty et Euro (topic,value)</w:t>
      </w:r>
    </w:p>
    <w:p w:rsidR="007974FD" w:rsidRDefault="007974FD" w:rsidP="00B114D7">
      <w:r>
        <w:t>Ensuite caxRexcel.LoadData va importer DM dans Excel</w:t>
      </w:r>
    </w:p>
    <w:p w:rsidR="00B114D7" w:rsidRDefault="00B114D7" w:rsidP="00B114D7"/>
    <w:p w:rsidR="00B114D7" w:rsidRDefault="0054167E" w:rsidP="00B114D7">
      <w:pPr>
        <w:pStyle w:val="Heading3"/>
      </w:pPr>
      <w:r>
        <w:t>Case curcai </w:t>
      </w:r>
      <w:r w:rsidR="007E4034">
        <w:t>est utilisé pour</w:t>
      </w:r>
      <w:r>
        <w:t>:</w:t>
      </w:r>
    </w:p>
    <w:p w:rsidR="0054167E" w:rsidRDefault="0054167E" w:rsidP="0054167E">
      <w:pPr>
        <w:pStyle w:val="ListBullet"/>
      </w:pPr>
      <w:r>
        <w:t xml:space="preserve">Rexcel, pour </w:t>
      </w:r>
    </w:p>
    <w:p w:rsidR="0054167E" w:rsidRDefault="0054167E" w:rsidP="0054167E">
      <w:pPr>
        <w:pStyle w:val="ListBullet"/>
        <w:ind w:left="1440"/>
      </w:pPr>
      <w:r>
        <w:t>trouver la liste des fichiers à lire pour mettre dans Excel</w:t>
      </w:r>
    </w:p>
    <w:p w:rsidR="0054167E" w:rsidRDefault="0054167E" w:rsidP="0054167E">
      <w:pPr>
        <w:pStyle w:val="ListBullet"/>
      </w:pPr>
      <w:r>
        <w:t xml:space="preserve">caxUglobal pour </w:t>
      </w:r>
    </w:p>
    <w:p w:rsidR="0054167E" w:rsidRDefault="0054167E" w:rsidP="0054167E">
      <w:pPr>
        <w:pStyle w:val="ListBullet"/>
        <w:ind w:left="1440"/>
      </w:pPr>
      <w:r>
        <w:t xml:space="preserve">trouver </w:t>
      </w:r>
      <w:r w:rsidRPr="0054167E">
        <w:t>xzPathOnFlashWBS</w:t>
      </w:r>
    </w:p>
    <w:p w:rsidR="0054167E" w:rsidRDefault="0054167E" w:rsidP="0054167E">
      <w:pPr>
        <w:pStyle w:val="ListBullet"/>
        <w:ind w:left="1440"/>
      </w:pPr>
      <w:r>
        <w:t>extraire data d’une ligne</w:t>
      </w:r>
    </w:p>
    <w:p w:rsidR="0054167E" w:rsidRDefault="0054167E" w:rsidP="0054167E">
      <w:pPr>
        <w:pStyle w:val="ListBullet"/>
      </w:pPr>
      <w:r>
        <w:t>caxUdata pour</w:t>
      </w:r>
    </w:p>
    <w:p w:rsidR="0054167E" w:rsidRDefault="0054167E" w:rsidP="0054167E">
      <w:pPr>
        <w:pStyle w:val="ListBullet"/>
        <w:ind w:left="1440"/>
      </w:pPr>
      <w:r>
        <w:t>looper sur les lignes d’un fichier</w:t>
      </w:r>
    </w:p>
    <w:p w:rsidR="0054167E" w:rsidRDefault="0054167E" w:rsidP="0054167E">
      <w:pPr>
        <w:pStyle w:val="ListBullet"/>
      </w:pPr>
      <w:r>
        <w:t>caxUdataHor pour</w:t>
      </w:r>
    </w:p>
    <w:p w:rsidR="0054167E" w:rsidRDefault="0054167E" w:rsidP="0054167E">
      <w:pPr>
        <w:pStyle w:val="ListBullet"/>
        <w:ind w:left="1440"/>
      </w:pPr>
      <w:r>
        <w:t>store data d’une ligne</w:t>
      </w:r>
    </w:p>
    <w:p w:rsidR="0054167E" w:rsidRDefault="0054167E" w:rsidP="0054167E">
      <w:pPr>
        <w:pStyle w:val="ListBullet"/>
      </w:pPr>
      <w:r>
        <w:t>caxUdataCai pour</w:t>
      </w:r>
    </w:p>
    <w:p w:rsidR="0054167E" w:rsidRDefault="0054167E" w:rsidP="0054167E">
      <w:pPr>
        <w:pStyle w:val="ListBullet"/>
        <w:ind w:left="1440"/>
      </w:pPr>
      <w:r>
        <w:t>store data une ligne</w:t>
      </w:r>
    </w:p>
    <w:p w:rsidR="0054167E" w:rsidRDefault="0054167E" w:rsidP="0054167E">
      <w:pPr>
        <w:pStyle w:val="ListBullet"/>
      </w:pPr>
      <w:r>
        <w:t>caxUdata2col</w:t>
      </w:r>
    </w:p>
    <w:p w:rsidR="0054167E" w:rsidRDefault="0054167E" w:rsidP="0054167E">
      <w:pPr>
        <w:pStyle w:val="ListBullet"/>
        <w:ind w:left="1440"/>
      </w:pPr>
      <w:r>
        <w:t>store data une ligne</w:t>
      </w:r>
    </w:p>
    <w:p w:rsidR="0054167E" w:rsidRDefault="0054167E" w:rsidP="0054167E">
      <w:pPr>
        <w:pStyle w:val="ListBullet"/>
      </w:pPr>
      <w:r>
        <w:t>caxRfic pour</w:t>
      </w:r>
    </w:p>
    <w:p w:rsidR="0054167E" w:rsidRDefault="0054167E" w:rsidP="0054167E">
      <w:pPr>
        <w:pStyle w:val="ListBullet"/>
        <w:ind w:left="1440"/>
      </w:pPr>
      <w:r>
        <w:t>importer les fichiers</w:t>
      </w:r>
    </w:p>
    <w:p w:rsidR="0054167E" w:rsidRDefault="0054167E" w:rsidP="0054167E">
      <w:pPr>
        <w:pStyle w:val="ListBullet"/>
      </w:pPr>
      <w:r>
        <w:t>caxRjnx pour</w:t>
      </w:r>
    </w:p>
    <w:p w:rsidR="0054167E" w:rsidRDefault="007E4034" w:rsidP="0054167E">
      <w:pPr>
        <w:pStyle w:val="ListBullet"/>
        <w:ind w:left="1440"/>
      </w:pPr>
      <w:r>
        <w:t>formatter date dans colonne de gauche des journaux</w:t>
      </w:r>
    </w:p>
    <w:p w:rsidR="007E4034" w:rsidRDefault="007E4034" w:rsidP="007E4034">
      <w:pPr>
        <w:pStyle w:val="ListBullet"/>
      </w:pPr>
      <w:r>
        <w:t>caxUafile pour</w:t>
      </w:r>
    </w:p>
    <w:p w:rsidR="007E4034" w:rsidRPr="0054167E" w:rsidRDefault="007E4034" w:rsidP="007E4034">
      <w:pPr>
        <w:pStyle w:val="ListBullet"/>
        <w:ind w:left="1440"/>
      </w:pPr>
      <w:r>
        <w:t>décoder info du fichier (id, date, etc)</w:t>
      </w:r>
    </w:p>
    <w:p w:rsidR="00326AB3" w:rsidRDefault="00287760" w:rsidP="007C1B27">
      <w:pPr>
        <w:pStyle w:val="Heading1"/>
      </w:pPr>
      <w:bookmarkStart w:id="2" w:name="_Toc371605918"/>
      <w:r>
        <w:t>Fichiers</w:t>
      </w:r>
      <w:bookmarkEnd w:id="2"/>
      <w:r w:rsidR="00E0425F">
        <w:t xml:space="preserve"> SE 3000</w:t>
      </w:r>
    </w:p>
    <w:p w:rsidR="00CB7EAA" w:rsidRDefault="00CB7EAA" w:rsidP="00CB7EAA">
      <w:pPr>
        <w:pStyle w:val="Heading2"/>
      </w:pPr>
      <w:bookmarkStart w:id="3" w:name="_Toc371605919"/>
      <w:r>
        <w:t>La carte flash</w:t>
      </w:r>
      <w:bookmarkEnd w:id="3"/>
    </w:p>
    <w:p w:rsidR="00CB7EAA" w:rsidRDefault="00CB7EAA" w:rsidP="000241E2">
      <w:pPr>
        <w:pStyle w:val="ListBullet"/>
      </w:pPr>
      <w:r>
        <w:t>La carte flash possède un répertoire ROOT : h:</w:t>
      </w:r>
      <w:r w:rsidR="000241E2">
        <w:t>\</w:t>
      </w:r>
      <w:r w:rsidR="0007732E">
        <w:t>CASIO\</w:t>
      </w:r>
      <w:r w:rsidR="000241E2">
        <w:t>SE3000\</w:t>
      </w:r>
      <w:r w:rsidR="000241E2" w:rsidRPr="000241E2">
        <w:rPr>
          <w:b/>
        </w:rPr>
        <w:t>XZ</w:t>
      </w:r>
      <w:r w:rsidR="000241E2" w:rsidRPr="000241E2">
        <w:t>\</w:t>
      </w:r>
      <w:r w:rsidR="000241E2">
        <w:t xml:space="preserve">      [</w:t>
      </w:r>
      <w:r w:rsidR="000241E2" w:rsidRPr="000241E2">
        <w:t>2013\08</w:t>
      </w:r>
      <w:r w:rsidR="000241E2">
        <w:t>]</w:t>
      </w:r>
    </w:p>
    <w:p w:rsidR="00CB7EAA" w:rsidRDefault="00CB7EAA" w:rsidP="00CB7EAA">
      <w:pPr>
        <w:pStyle w:val="ListBullet"/>
      </w:pPr>
      <w:r>
        <w:t>Dans le ROOT se trouve les répertoires « années » : 21012, 2013, etc</w:t>
      </w:r>
    </w:p>
    <w:p w:rsidR="00CB7EAA" w:rsidRDefault="00CB7EAA" w:rsidP="00CB7EAA">
      <w:pPr>
        <w:pStyle w:val="ListBullet"/>
      </w:pPr>
      <w:r>
        <w:t>Dans les répertoires « années » se trouve les répertoires « Mois » : 01, 02, ..,12</w:t>
      </w:r>
    </w:p>
    <w:p w:rsidR="00CB7EAA" w:rsidRPr="00CB7EAA" w:rsidRDefault="00CB7EAA" w:rsidP="00CB7EAA">
      <w:pPr>
        <w:pStyle w:val="ListBullet"/>
      </w:pPr>
      <w:r>
        <w:t>Dans les répertoires « mois » se trouvent les fichiers</w:t>
      </w:r>
    </w:p>
    <w:p w:rsidR="00380E39" w:rsidRDefault="00CB7EAA" w:rsidP="002C4F72">
      <w:pPr>
        <w:pStyle w:val="Heading2"/>
      </w:pPr>
      <w:bookmarkStart w:id="4" w:name="_Toc371605920"/>
      <w:r>
        <w:t>Les fichiers</w:t>
      </w:r>
      <w:bookmarkEnd w:id="4"/>
    </w:p>
    <w:p w:rsidR="00380E39" w:rsidRDefault="00380E39" w:rsidP="00380E39">
      <w:pPr>
        <w:pStyle w:val="ListBullet"/>
      </w:pPr>
      <w:r>
        <w:t>Les fichiers s’appellent ZXXX_NN[A..].CSV</w:t>
      </w:r>
    </w:p>
    <w:p w:rsidR="00380E39" w:rsidRDefault="00380E39" w:rsidP="00380E39">
      <w:pPr>
        <w:pStyle w:val="ListBullet"/>
        <w:ind w:left="1440"/>
      </w:pPr>
      <w:r>
        <w:t>XXX = type de fichier</w:t>
      </w:r>
    </w:p>
    <w:p w:rsidR="00380E39" w:rsidRDefault="00380E39" w:rsidP="00380E39">
      <w:pPr>
        <w:pStyle w:val="ListBullet"/>
        <w:ind w:left="1440"/>
      </w:pPr>
      <w:r>
        <w:t>NN= jour du mois</w:t>
      </w:r>
    </w:p>
    <w:p w:rsidR="00380E39" w:rsidRDefault="00380E39" w:rsidP="00380E39">
      <w:pPr>
        <w:pStyle w:val="ListBullet"/>
        <w:ind w:left="1440"/>
      </w:pPr>
      <w:r>
        <w:t>[A] est présent si plus de un fichier par jour</w:t>
      </w:r>
    </w:p>
    <w:p w:rsidR="00380E39" w:rsidRDefault="00380E39" w:rsidP="00380E39">
      <w:pPr>
        <w:pStyle w:val="ListBullet"/>
      </w:pPr>
      <w:r>
        <w:t>On lit les infos du fichier dans le fichier (pas basé sur le nom)</w:t>
      </w:r>
    </w:p>
    <w:p w:rsidR="00380E39" w:rsidRDefault="00380E39" w:rsidP="00380E39">
      <w:pPr>
        <w:pStyle w:val="ListBullet"/>
      </w:pPr>
      <w:r>
        <w:t>Les infos du header dépendent de la ligne, pas du prompt</w:t>
      </w:r>
    </w:p>
    <w:p w:rsidR="00380E39" w:rsidRDefault="003C181C" w:rsidP="00380E39">
      <w:pPr>
        <w:pStyle w:val="ListBullet"/>
      </w:pPr>
      <w:r>
        <w:t>Il n’y a pas de logique journalier / périodique</w:t>
      </w:r>
    </w:p>
    <w:p w:rsidR="009675A0" w:rsidRPr="00380E39" w:rsidRDefault="009675A0" w:rsidP="00380E39">
      <w:pPr>
        <w:pStyle w:val="ListBullet"/>
      </w:pPr>
      <w:r>
        <w:t xml:space="preserve">Il n’y a pas de </w:t>
      </w:r>
      <w:r w:rsidR="00CF65DB">
        <w:t xml:space="preserve">« </w:t>
      </w:r>
      <w:r w:rsidR="00CF65DB">
        <w:rPr>
          <w:rFonts w:ascii="Bauhaus 93" w:hAnsi="Bauhaus 93"/>
        </w:rPr>
        <w:t>"</w:t>
      </w:r>
      <w:r>
        <w:t xml:space="preserve"> » </w:t>
      </w:r>
      <w:r w:rsidR="000C0196">
        <w:t xml:space="preserve">ni de « , » </w:t>
      </w:r>
      <w:r>
        <w:t>dans les désignations</w:t>
      </w:r>
    </w:p>
    <w:p w:rsidR="007C1B27" w:rsidRDefault="002973C8" w:rsidP="002C4F72">
      <w:pPr>
        <w:pStyle w:val="Heading2"/>
      </w:pPr>
      <w:bookmarkStart w:id="5" w:name="_Toc371605921"/>
      <w:r>
        <w:t>Formats de fichiers</w:t>
      </w:r>
      <w:bookmarkEnd w:id="5"/>
    </w:p>
    <w:p w:rsidR="00581F11" w:rsidRDefault="00581F11" w:rsidP="00581F11">
      <w:pPr>
        <w:pStyle w:val="Bombeinfo"/>
      </w:pPr>
      <w:r>
        <w:t xml:space="preserve">Ces fichiers ont été copié/collés par </w:t>
      </w:r>
      <w:r w:rsidR="007255D5">
        <w:t>Excel qui a retiré les guilleme</w:t>
      </w:r>
      <w:r>
        <w:t>ts de la première colonne.</w:t>
      </w:r>
    </w:p>
    <w:p w:rsidR="007C1B27" w:rsidRDefault="002973C8" w:rsidP="007C1B27">
      <w:pPr>
        <w:pStyle w:val="Heading3"/>
      </w:pPr>
      <w:bookmarkStart w:id="6" w:name="_Toc371605922"/>
      <w:r>
        <w:t>001 (51 lignes)</w:t>
      </w:r>
      <w:bookmarkEnd w:id="6"/>
    </w:p>
    <w:p w:rsidR="002973C8" w:rsidRDefault="002973C8" w:rsidP="002973C8">
      <w:pPr>
        <w:pStyle w:val="Code"/>
      </w:pPr>
      <w:r>
        <w:t>MODELE          ,"                "</w:t>
      </w:r>
    </w:p>
    <w:p w:rsidR="002973C8" w:rsidRDefault="002973C8" w:rsidP="002973C8">
      <w:pPr>
        <w:pStyle w:val="Code"/>
      </w:pPr>
      <w:r>
        <w:t>MACHINE         ,"MC#01   "</w:t>
      </w:r>
    </w:p>
    <w:p w:rsidR="002973C8" w:rsidRDefault="002973C8" w:rsidP="002973C8">
      <w:pPr>
        <w:pStyle w:val="Code"/>
      </w:pPr>
      <w:r>
        <w:t>RAPPORT         ,"FONC FIXES  "</w:t>
      </w:r>
    </w:p>
    <w:p w:rsidR="002973C8" w:rsidRDefault="002973C8" w:rsidP="002973C8">
      <w:pPr>
        <w:pStyle w:val="Code"/>
      </w:pPr>
      <w:r>
        <w:t>FICHIER         ,"FILE001"</w:t>
      </w:r>
    </w:p>
    <w:p w:rsidR="002973C8" w:rsidRDefault="002973C8" w:rsidP="002973C8">
      <w:pPr>
        <w:pStyle w:val="Code"/>
      </w:pPr>
      <w:r>
        <w:t>MODE            ,"Z   "</w:t>
      </w:r>
    </w:p>
    <w:p w:rsidR="002973C8" w:rsidRDefault="002973C8" w:rsidP="002973C8">
      <w:pPr>
        <w:pStyle w:val="Code"/>
      </w:pPr>
      <w:r>
        <w:t>COMPTEUR Z      ,"0004"</w:t>
      </w:r>
    </w:p>
    <w:p w:rsidR="002973C8" w:rsidRDefault="002973C8" w:rsidP="002973C8">
      <w:pPr>
        <w:pStyle w:val="Code"/>
      </w:pPr>
      <w:r>
        <w:t>DATE            ,"08-08-2013"</w:t>
      </w:r>
    </w:p>
    <w:p w:rsidR="002973C8" w:rsidRDefault="002973C8" w:rsidP="002973C8">
      <w:pPr>
        <w:pStyle w:val="Code"/>
      </w:pPr>
      <w:r>
        <w:t>HEURE           ,"10:19"</w:t>
      </w:r>
    </w:p>
    <w:p w:rsidR="002973C8" w:rsidRDefault="002973C8" w:rsidP="002973C8">
      <w:pPr>
        <w:pStyle w:val="Code"/>
      </w:pPr>
    </w:p>
    <w:p w:rsidR="002973C8" w:rsidRDefault="002973C8" w:rsidP="002973C8">
      <w:pPr>
        <w:pStyle w:val="Code"/>
      </w:pPr>
      <w:r>
        <w:t>ENREGISTREMENT  ,"DESIGNATION     ","QUANTITE/No     ","MONTANT         "</w:t>
      </w:r>
    </w:p>
    <w:p w:rsidR="002973C8" w:rsidRDefault="002973C8" w:rsidP="002973C8">
      <w:pPr>
        <w:pStyle w:val="Code"/>
      </w:pPr>
      <w:r>
        <w:t>0001,"CA BRUT     ","10","16.50"</w:t>
      </w:r>
    </w:p>
    <w:p w:rsidR="002973C8" w:rsidRDefault="002973C8" w:rsidP="002973C8">
      <w:pPr>
        <w:pStyle w:val="Code"/>
      </w:pPr>
      <w:r>
        <w:t>0002,"CA NET      ","2","16.50"</w:t>
      </w:r>
    </w:p>
    <w:p w:rsidR="002973C8" w:rsidRDefault="002973C8" w:rsidP="002973C8">
      <w:pPr>
        <w:pStyle w:val="Code"/>
      </w:pPr>
      <w:r>
        <w:t>0003,"ESP.TIROIR  ","0","16.50"</w:t>
      </w:r>
    </w:p>
    <w:p w:rsidR="002973C8" w:rsidRPr="002973C8" w:rsidRDefault="002973C8" w:rsidP="002973C8">
      <w:pPr>
        <w:pStyle w:val="Code"/>
      </w:pPr>
      <w:r>
        <w:t>0004,"CB.TIROIR   ","0","0.00"</w:t>
      </w:r>
    </w:p>
    <w:p w:rsidR="002C4F72" w:rsidRDefault="002973C8" w:rsidP="002973C8">
      <w:pPr>
        <w:pStyle w:val="Heading3"/>
      </w:pPr>
      <w:bookmarkStart w:id="7" w:name="_Toc371605923"/>
      <w:r>
        <w:t>002 (60 lignes)</w:t>
      </w:r>
      <w:bookmarkEnd w:id="7"/>
    </w:p>
    <w:p w:rsidR="002973C8" w:rsidRDefault="002973C8" w:rsidP="002973C8">
      <w:pPr>
        <w:pStyle w:val="Code"/>
      </w:pPr>
      <w:r>
        <w:t>MODELE          ,"                "</w:t>
      </w:r>
    </w:p>
    <w:p w:rsidR="002973C8" w:rsidRDefault="002973C8" w:rsidP="002973C8">
      <w:pPr>
        <w:pStyle w:val="Code"/>
      </w:pPr>
      <w:r>
        <w:t>MACHINE         ,"MC#01   "</w:t>
      </w:r>
    </w:p>
    <w:p w:rsidR="002973C8" w:rsidRDefault="002973C8" w:rsidP="002973C8">
      <w:pPr>
        <w:pStyle w:val="Code"/>
      </w:pPr>
      <w:r>
        <w:t>RAPPORT         ,"TRANSACTION "</w:t>
      </w:r>
    </w:p>
    <w:p w:rsidR="002973C8" w:rsidRDefault="002973C8" w:rsidP="002973C8">
      <w:pPr>
        <w:pStyle w:val="Code"/>
      </w:pPr>
      <w:r>
        <w:t>FICHIER         ,"FILE002"</w:t>
      </w:r>
    </w:p>
    <w:p w:rsidR="002973C8" w:rsidRDefault="002973C8" w:rsidP="002973C8">
      <w:pPr>
        <w:pStyle w:val="Code"/>
      </w:pPr>
      <w:r>
        <w:t>MODE            ,"Z   "</w:t>
      </w:r>
    </w:p>
    <w:p w:rsidR="002973C8" w:rsidRDefault="002973C8" w:rsidP="002973C8">
      <w:pPr>
        <w:pStyle w:val="Code"/>
      </w:pPr>
      <w:r>
        <w:t>COMPTEUR Z      ,"0005"</w:t>
      </w:r>
    </w:p>
    <w:p w:rsidR="002973C8" w:rsidRDefault="002973C8" w:rsidP="002973C8">
      <w:pPr>
        <w:pStyle w:val="Code"/>
      </w:pPr>
      <w:r>
        <w:t>DATE            ,"09-08-2013"</w:t>
      </w:r>
    </w:p>
    <w:p w:rsidR="002973C8" w:rsidRDefault="002973C8" w:rsidP="002973C8">
      <w:pPr>
        <w:pStyle w:val="Code"/>
      </w:pPr>
      <w:r>
        <w:t>HEURE           ,"10:23"</w:t>
      </w:r>
    </w:p>
    <w:p w:rsidR="002973C8" w:rsidRDefault="002973C8" w:rsidP="002973C8">
      <w:pPr>
        <w:pStyle w:val="Code"/>
      </w:pPr>
    </w:p>
    <w:p w:rsidR="002973C8" w:rsidRDefault="002973C8" w:rsidP="002973C8">
      <w:pPr>
        <w:pStyle w:val="Code"/>
      </w:pPr>
      <w:r>
        <w:t>ENREGISTREMENT  ,"DESIGNATION     ","QUANTITE/No     ","MONTANT         "</w:t>
      </w:r>
    </w:p>
    <w:p w:rsidR="002973C8" w:rsidRDefault="002973C8" w:rsidP="002973C8">
      <w:pPr>
        <w:pStyle w:val="Code"/>
      </w:pPr>
      <w:r>
        <w:t>0001,"ESPECES     ","1","33.10"</w:t>
      </w:r>
    </w:p>
    <w:p w:rsidR="002973C8" w:rsidRDefault="002973C8" w:rsidP="002973C8">
      <w:pPr>
        <w:pStyle w:val="Code"/>
      </w:pPr>
      <w:r>
        <w:t>0002,"SOUS-TOTAL  ","0","0.00"</w:t>
      </w:r>
    </w:p>
    <w:p w:rsidR="002973C8" w:rsidRDefault="002973C8" w:rsidP="002973C8">
      <w:pPr>
        <w:pStyle w:val="Code"/>
      </w:pPr>
      <w:r>
        <w:t>0003,"BANKSYS     ","0","0.00"</w:t>
      </w:r>
    </w:p>
    <w:p w:rsidR="002973C8" w:rsidRDefault="002973C8" w:rsidP="002973C8">
      <w:pPr>
        <w:pStyle w:val="Heading3"/>
      </w:pPr>
      <w:bookmarkStart w:id="8" w:name="_Toc371605924"/>
      <w:r>
        <w:t>004 (7010 lignes)</w:t>
      </w:r>
      <w:bookmarkEnd w:id="8"/>
    </w:p>
    <w:p w:rsidR="002973C8" w:rsidRDefault="002973C8" w:rsidP="002973C8">
      <w:pPr>
        <w:pStyle w:val="Code"/>
      </w:pPr>
      <w:r>
        <w:t>MODELE          ,"                "</w:t>
      </w:r>
    </w:p>
    <w:p w:rsidR="002973C8" w:rsidRDefault="002973C8" w:rsidP="002973C8">
      <w:pPr>
        <w:pStyle w:val="Code"/>
      </w:pPr>
      <w:r>
        <w:t>MACHINE         ,"MC#01   "</w:t>
      </w:r>
    </w:p>
    <w:p w:rsidR="002973C8" w:rsidRDefault="002973C8" w:rsidP="002973C8">
      <w:pPr>
        <w:pStyle w:val="Code"/>
      </w:pPr>
      <w:r>
        <w:t>RAPPORT         ,"PLU         "</w:t>
      </w:r>
    </w:p>
    <w:p w:rsidR="002973C8" w:rsidRDefault="002973C8" w:rsidP="002973C8">
      <w:pPr>
        <w:pStyle w:val="Code"/>
      </w:pPr>
      <w:r>
        <w:t>FICHIER         ,"FILE004"</w:t>
      </w:r>
    </w:p>
    <w:p w:rsidR="002973C8" w:rsidRDefault="002973C8" w:rsidP="002973C8">
      <w:pPr>
        <w:pStyle w:val="Code"/>
      </w:pPr>
      <w:r>
        <w:t>MODE            ,"Z   "</w:t>
      </w:r>
    </w:p>
    <w:p w:rsidR="002973C8" w:rsidRDefault="002973C8" w:rsidP="002973C8">
      <w:pPr>
        <w:pStyle w:val="Code"/>
      </w:pPr>
      <w:r>
        <w:t>COMPTEUR Z      ,"0003"</w:t>
      </w:r>
    </w:p>
    <w:p w:rsidR="002973C8" w:rsidRDefault="002973C8" w:rsidP="002973C8">
      <w:pPr>
        <w:pStyle w:val="Code"/>
      </w:pPr>
      <w:r>
        <w:t>DATE            ,"10-08-2013"</w:t>
      </w:r>
    </w:p>
    <w:p w:rsidR="002973C8" w:rsidRDefault="002973C8" w:rsidP="002973C8">
      <w:pPr>
        <w:pStyle w:val="Code"/>
      </w:pPr>
      <w:r>
        <w:t>HEURE           ,"10:27"</w:t>
      </w:r>
    </w:p>
    <w:p w:rsidR="002973C8" w:rsidRDefault="002973C8" w:rsidP="002973C8">
      <w:pPr>
        <w:pStyle w:val="Code"/>
      </w:pPr>
    </w:p>
    <w:p w:rsidR="002973C8" w:rsidRDefault="002973C8" w:rsidP="002973C8">
      <w:pPr>
        <w:pStyle w:val="Code"/>
      </w:pPr>
      <w:r>
        <w:t>ENREGISTREMENT  ,"DESIGNATION     ","QUANTITE        ","MONTANT         "</w:t>
      </w:r>
    </w:p>
    <w:p w:rsidR="002973C8" w:rsidRDefault="002973C8" w:rsidP="002973C8">
      <w:pPr>
        <w:pStyle w:val="Code"/>
      </w:pPr>
      <w:r>
        <w:t>0001,"JUPILER 25  ","0","0.00"</w:t>
      </w:r>
    </w:p>
    <w:p w:rsidR="002973C8" w:rsidRDefault="002973C8" w:rsidP="002973C8">
      <w:pPr>
        <w:pStyle w:val="Code"/>
      </w:pPr>
      <w:r>
        <w:t>0002,"JUPILER 33  ","0","0.00"</w:t>
      </w:r>
    </w:p>
    <w:p w:rsidR="002973C8" w:rsidRDefault="002973C8" w:rsidP="002973C8">
      <w:pPr>
        <w:pStyle w:val="Code"/>
      </w:pPr>
      <w:r>
        <w:t>0003,"BLANCHE     ","0","0.00"</w:t>
      </w:r>
    </w:p>
    <w:p w:rsidR="002973C8" w:rsidRDefault="002973C8" w:rsidP="002973C8">
      <w:pPr>
        <w:pStyle w:val="Heading3"/>
      </w:pPr>
      <w:bookmarkStart w:id="9" w:name="_Toc371605925"/>
      <w:r>
        <w:t>005 (210 lignes)</w:t>
      </w:r>
      <w:bookmarkEnd w:id="9"/>
    </w:p>
    <w:p w:rsidR="002973C8" w:rsidRDefault="002973C8" w:rsidP="002973C8">
      <w:pPr>
        <w:pStyle w:val="Code"/>
      </w:pPr>
      <w:r>
        <w:t>MODELE          ,"                "</w:t>
      </w:r>
    </w:p>
    <w:p w:rsidR="002973C8" w:rsidRDefault="002973C8" w:rsidP="002973C8">
      <w:pPr>
        <w:pStyle w:val="Code"/>
      </w:pPr>
      <w:r>
        <w:t>MACHINE         ,"MC#01   "</w:t>
      </w:r>
    </w:p>
    <w:p w:rsidR="002973C8" w:rsidRDefault="002973C8" w:rsidP="002973C8">
      <w:pPr>
        <w:pStyle w:val="Code"/>
      </w:pPr>
      <w:r>
        <w:t>RAPPORT         ,"DEPARTEMENTS"</w:t>
      </w:r>
    </w:p>
    <w:p w:rsidR="002973C8" w:rsidRDefault="002973C8" w:rsidP="002973C8">
      <w:pPr>
        <w:pStyle w:val="Code"/>
      </w:pPr>
      <w:r>
        <w:t>FICHIER         ,"FILE005"</w:t>
      </w:r>
    </w:p>
    <w:p w:rsidR="002973C8" w:rsidRDefault="002973C8" w:rsidP="002973C8">
      <w:pPr>
        <w:pStyle w:val="Code"/>
      </w:pPr>
      <w:r>
        <w:t>MODE            ,"Z   "</w:t>
      </w:r>
    </w:p>
    <w:p w:rsidR="002973C8" w:rsidRDefault="002973C8" w:rsidP="002973C8">
      <w:pPr>
        <w:pStyle w:val="Code"/>
      </w:pPr>
      <w:r>
        <w:t>COMPTEUR Z      ,"0006"</w:t>
      </w:r>
    </w:p>
    <w:p w:rsidR="002973C8" w:rsidRDefault="002973C8" w:rsidP="002973C8">
      <w:pPr>
        <w:pStyle w:val="Code"/>
      </w:pPr>
      <w:r>
        <w:t>DATE            ,"10-08-2013"</w:t>
      </w:r>
    </w:p>
    <w:p w:rsidR="002973C8" w:rsidRDefault="002973C8" w:rsidP="002973C8">
      <w:pPr>
        <w:pStyle w:val="Code"/>
      </w:pPr>
      <w:r>
        <w:t>HEURE           ,"10:27"</w:t>
      </w:r>
    </w:p>
    <w:p w:rsidR="002973C8" w:rsidRDefault="002973C8" w:rsidP="002973C8">
      <w:pPr>
        <w:pStyle w:val="Code"/>
      </w:pPr>
    </w:p>
    <w:p w:rsidR="002973C8" w:rsidRDefault="002973C8" w:rsidP="002973C8">
      <w:pPr>
        <w:pStyle w:val="Code"/>
      </w:pPr>
      <w:r>
        <w:t>ENREGISTREMENT  ,"DESIGNATION     ","QUANTITE        ","MONTANT         "</w:t>
      </w:r>
    </w:p>
    <w:p w:rsidR="002973C8" w:rsidRDefault="002973C8" w:rsidP="002973C8">
      <w:pPr>
        <w:pStyle w:val="Code"/>
      </w:pPr>
      <w:r>
        <w:t>0001,"BIERES      ","6","12.00"</w:t>
      </w:r>
    </w:p>
    <w:p w:rsidR="002973C8" w:rsidRDefault="002973C8" w:rsidP="002973C8">
      <w:pPr>
        <w:pStyle w:val="Code"/>
      </w:pPr>
      <w:r>
        <w:t>0002,"SOFTS       ","2","10.20"</w:t>
      </w:r>
    </w:p>
    <w:p w:rsidR="002973C8" w:rsidRDefault="002973C8" w:rsidP="002973C8">
      <w:pPr>
        <w:pStyle w:val="Code"/>
      </w:pPr>
      <w:r>
        <w:t>0003,"CHAUDS      ","5","13.50"</w:t>
      </w:r>
    </w:p>
    <w:p w:rsidR="002973C8" w:rsidRDefault="002973C8" w:rsidP="002973C8">
      <w:pPr>
        <w:pStyle w:val="Code"/>
      </w:pPr>
      <w:r>
        <w:t>0004,"APERITIFS   ","4","3.60"</w:t>
      </w:r>
    </w:p>
    <w:p w:rsidR="002973C8" w:rsidRDefault="002973C8" w:rsidP="002973C8">
      <w:pPr>
        <w:pStyle w:val="Heading3"/>
      </w:pPr>
      <w:bookmarkStart w:id="10" w:name="_Toc371605926"/>
      <w:r>
        <w:t>006 (60 lignes)</w:t>
      </w:r>
      <w:bookmarkEnd w:id="10"/>
    </w:p>
    <w:p w:rsidR="002973C8" w:rsidRDefault="002973C8" w:rsidP="002973C8">
      <w:pPr>
        <w:pStyle w:val="Code"/>
      </w:pPr>
      <w:r>
        <w:t>MODELE          ,"                "</w:t>
      </w:r>
    </w:p>
    <w:p w:rsidR="002973C8" w:rsidRDefault="002973C8" w:rsidP="002973C8">
      <w:pPr>
        <w:pStyle w:val="Code"/>
      </w:pPr>
      <w:r>
        <w:t>MACHINE         ,"MC#01   "</w:t>
      </w:r>
    </w:p>
    <w:p w:rsidR="002973C8" w:rsidRDefault="002973C8" w:rsidP="002973C8">
      <w:pPr>
        <w:pStyle w:val="Code"/>
      </w:pPr>
      <w:r>
        <w:t>RAPPORT         ,"GROUPES     "</w:t>
      </w:r>
    </w:p>
    <w:p w:rsidR="002973C8" w:rsidRDefault="002973C8" w:rsidP="002973C8">
      <w:pPr>
        <w:pStyle w:val="Code"/>
      </w:pPr>
      <w:r>
        <w:t>FICHIER         ,"FILE006"</w:t>
      </w:r>
    </w:p>
    <w:p w:rsidR="002973C8" w:rsidRDefault="002973C8" w:rsidP="002973C8">
      <w:pPr>
        <w:pStyle w:val="Code"/>
      </w:pPr>
      <w:r>
        <w:t>MODE            ,"Z   "</w:t>
      </w:r>
    </w:p>
    <w:p w:rsidR="002973C8" w:rsidRDefault="002973C8" w:rsidP="002973C8">
      <w:pPr>
        <w:pStyle w:val="Code"/>
      </w:pPr>
      <w:r>
        <w:t>COMPTEUR Z      ,"0001"</w:t>
      </w:r>
    </w:p>
    <w:p w:rsidR="002973C8" w:rsidRDefault="002973C8" w:rsidP="002973C8">
      <w:pPr>
        <w:pStyle w:val="Code"/>
      </w:pPr>
      <w:r>
        <w:t>DATE            ,"08-08-2013"</w:t>
      </w:r>
    </w:p>
    <w:p w:rsidR="002973C8" w:rsidRDefault="002973C8" w:rsidP="002973C8">
      <w:pPr>
        <w:pStyle w:val="Code"/>
      </w:pPr>
      <w:r>
        <w:t>HEURE           ,"10:19"</w:t>
      </w:r>
    </w:p>
    <w:p w:rsidR="002973C8" w:rsidRDefault="002973C8" w:rsidP="002973C8">
      <w:pPr>
        <w:pStyle w:val="Code"/>
      </w:pPr>
    </w:p>
    <w:p w:rsidR="002973C8" w:rsidRDefault="002973C8" w:rsidP="002973C8">
      <w:pPr>
        <w:pStyle w:val="Code"/>
      </w:pPr>
      <w:r>
        <w:t>ENREGISTREMENT  ,"DESIGNATION     ","QUANTITE        ","MONTANT         "</w:t>
      </w:r>
    </w:p>
    <w:p w:rsidR="002973C8" w:rsidRDefault="002973C8" w:rsidP="002973C8">
      <w:pPr>
        <w:pStyle w:val="Code"/>
      </w:pPr>
      <w:r>
        <w:t>0001,"GROUPE01    ","0","0.00"</w:t>
      </w:r>
    </w:p>
    <w:p w:rsidR="002973C8" w:rsidRDefault="002973C8" w:rsidP="002973C8">
      <w:pPr>
        <w:pStyle w:val="Code"/>
      </w:pPr>
      <w:r>
        <w:t>0002,"GROUPE02    ","0","0.00"</w:t>
      </w:r>
    </w:p>
    <w:p w:rsidR="002973C8" w:rsidRDefault="002973C8" w:rsidP="002973C8">
      <w:pPr>
        <w:pStyle w:val="Code"/>
      </w:pPr>
      <w:r>
        <w:t>0003,"GROUPE03    ","0","0.00"</w:t>
      </w:r>
    </w:p>
    <w:p w:rsidR="002973C8" w:rsidRDefault="002973C8" w:rsidP="002973C8">
      <w:pPr>
        <w:pStyle w:val="Heading3"/>
      </w:pPr>
      <w:bookmarkStart w:id="11" w:name="_Toc371605927"/>
      <w:r>
        <w:t>009 (34 lignes)</w:t>
      </w:r>
      <w:bookmarkEnd w:id="11"/>
    </w:p>
    <w:p w:rsidR="002973C8" w:rsidRDefault="002973C8" w:rsidP="002973C8">
      <w:pPr>
        <w:pStyle w:val="Code"/>
      </w:pPr>
      <w:r>
        <w:t>MODELE          ,"                "</w:t>
      </w:r>
    </w:p>
    <w:p w:rsidR="002973C8" w:rsidRDefault="002973C8" w:rsidP="002973C8">
      <w:pPr>
        <w:pStyle w:val="Code"/>
      </w:pPr>
      <w:r>
        <w:t>MACHINE         ,"MC#01   "</w:t>
      </w:r>
    </w:p>
    <w:p w:rsidR="002973C8" w:rsidRDefault="002973C8" w:rsidP="002973C8">
      <w:pPr>
        <w:pStyle w:val="Code"/>
      </w:pPr>
      <w:r>
        <w:t>RAPPORT         ,"VENT HORAIRE"</w:t>
      </w:r>
    </w:p>
    <w:p w:rsidR="002973C8" w:rsidRDefault="002973C8" w:rsidP="002973C8">
      <w:pPr>
        <w:pStyle w:val="Code"/>
      </w:pPr>
      <w:r>
        <w:t>FICHIER         ,"FILE009"</w:t>
      </w:r>
    </w:p>
    <w:p w:rsidR="002973C8" w:rsidRDefault="002973C8" w:rsidP="002973C8">
      <w:pPr>
        <w:pStyle w:val="Code"/>
      </w:pPr>
      <w:r>
        <w:t>MODE            ,"Z   "</w:t>
      </w:r>
    </w:p>
    <w:p w:rsidR="002973C8" w:rsidRDefault="002973C8" w:rsidP="002973C8">
      <w:pPr>
        <w:pStyle w:val="Code"/>
      </w:pPr>
      <w:r>
        <w:t>COMPTEUR Z      ,"0002"</w:t>
      </w:r>
    </w:p>
    <w:p w:rsidR="002973C8" w:rsidRDefault="002973C8" w:rsidP="002973C8">
      <w:pPr>
        <w:pStyle w:val="Code"/>
      </w:pPr>
      <w:r>
        <w:t>DATE            ,"08-08-2013"</w:t>
      </w:r>
    </w:p>
    <w:p w:rsidR="002973C8" w:rsidRDefault="002973C8" w:rsidP="002973C8">
      <w:pPr>
        <w:pStyle w:val="Code"/>
      </w:pPr>
      <w:r>
        <w:t>HEURE           ,"10:21"</w:t>
      </w:r>
    </w:p>
    <w:p w:rsidR="002973C8" w:rsidRDefault="002973C8" w:rsidP="002973C8">
      <w:pPr>
        <w:pStyle w:val="Code"/>
      </w:pPr>
    </w:p>
    <w:p w:rsidR="002973C8" w:rsidRDefault="002973C8" w:rsidP="002973C8">
      <w:pPr>
        <w:pStyle w:val="Code"/>
      </w:pPr>
      <w:r>
        <w:t>ENREGISTREMENT  ,"HEURE DEBUT     ","HEURE FIN       ","CLIENT          ","CA BRUT         ","NBRE VENTE NET  ","CA NET          "</w:t>
      </w:r>
    </w:p>
    <w:p w:rsidR="002973C8" w:rsidRDefault="002973C8" w:rsidP="002973C8">
      <w:pPr>
        <w:pStyle w:val="Code"/>
      </w:pPr>
      <w:r>
        <w:t>0001,"00:00","01:00","0","0.00","0","0.00"</w:t>
      </w:r>
    </w:p>
    <w:p w:rsidR="002973C8" w:rsidRDefault="002973C8" w:rsidP="002973C8">
      <w:pPr>
        <w:pStyle w:val="Code"/>
      </w:pPr>
      <w:r>
        <w:t>0002,"01:00","02:00","0","0.00","0","0.00"</w:t>
      </w:r>
    </w:p>
    <w:p w:rsidR="002973C8" w:rsidRPr="004228C5" w:rsidRDefault="002973C8" w:rsidP="002973C8">
      <w:pPr>
        <w:pStyle w:val="Heading3"/>
        <w:rPr>
          <w:strike/>
        </w:rPr>
      </w:pPr>
      <w:bookmarkStart w:id="12" w:name="_Toc371605928"/>
      <w:r w:rsidRPr="004228C5">
        <w:rPr>
          <w:strike/>
        </w:rPr>
        <w:t>010 = mensuel – non fait</w:t>
      </w:r>
      <w:bookmarkEnd w:id="12"/>
    </w:p>
    <w:p w:rsidR="002973C8" w:rsidRPr="004228C5" w:rsidRDefault="002973C8" w:rsidP="002973C8">
      <w:pPr>
        <w:pStyle w:val="Code"/>
        <w:rPr>
          <w:strike/>
        </w:rPr>
      </w:pPr>
      <w:r w:rsidRPr="004228C5">
        <w:rPr>
          <w:strike/>
        </w:rPr>
        <w:t>MODELE          ,"                "</w:t>
      </w:r>
    </w:p>
    <w:p w:rsidR="002973C8" w:rsidRPr="004228C5" w:rsidRDefault="002973C8" w:rsidP="002973C8">
      <w:pPr>
        <w:pStyle w:val="Code"/>
        <w:rPr>
          <w:strike/>
        </w:rPr>
      </w:pPr>
      <w:r w:rsidRPr="004228C5">
        <w:rPr>
          <w:strike/>
        </w:rPr>
        <w:t>MACHINE         ,"MC#01   "</w:t>
      </w:r>
    </w:p>
    <w:p w:rsidR="002973C8" w:rsidRPr="004228C5" w:rsidRDefault="002973C8" w:rsidP="002973C8">
      <w:pPr>
        <w:pStyle w:val="Code"/>
        <w:rPr>
          <w:strike/>
        </w:rPr>
      </w:pPr>
      <w:r w:rsidRPr="004228C5">
        <w:rPr>
          <w:strike/>
        </w:rPr>
        <w:t>RAPPORT         ,"VENT MENSUEL"</w:t>
      </w:r>
    </w:p>
    <w:p w:rsidR="002973C8" w:rsidRPr="004228C5" w:rsidRDefault="002973C8" w:rsidP="002973C8">
      <w:pPr>
        <w:pStyle w:val="Code"/>
        <w:rPr>
          <w:strike/>
        </w:rPr>
      </w:pPr>
      <w:r w:rsidRPr="004228C5">
        <w:rPr>
          <w:strike/>
        </w:rPr>
        <w:t>FICHIER         ,"FILE010"</w:t>
      </w:r>
    </w:p>
    <w:p w:rsidR="002973C8" w:rsidRPr="004228C5" w:rsidRDefault="002973C8" w:rsidP="002973C8">
      <w:pPr>
        <w:pStyle w:val="Code"/>
        <w:rPr>
          <w:strike/>
        </w:rPr>
      </w:pPr>
      <w:r w:rsidRPr="004228C5">
        <w:rPr>
          <w:strike/>
        </w:rPr>
        <w:t>MODE            ,"Z   "</w:t>
      </w:r>
    </w:p>
    <w:p w:rsidR="002973C8" w:rsidRPr="004228C5" w:rsidRDefault="002973C8" w:rsidP="002973C8">
      <w:pPr>
        <w:pStyle w:val="Code"/>
        <w:rPr>
          <w:strike/>
        </w:rPr>
      </w:pPr>
      <w:r w:rsidRPr="004228C5">
        <w:rPr>
          <w:strike/>
        </w:rPr>
        <w:t>COMPTEUR Z      ,"0002"</w:t>
      </w:r>
    </w:p>
    <w:p w:rsidR="002973C8" w:rsidRPr="004228C5" w:rsidRDefault="002973C8" w:rsidP="002973C8">
      <w:pPr>
        <w:pStyle w:val="Code"/>
        <w:rPr>
          <w:strike/>
        </w:rPr>
      </w:pPr>
      <w:r w:rsidRPr="004228C5">
        <w:rPr>
          <w:strike/>
        </w:rPr>
        <w:t>DATE            ,"08-08-2013"</w:t>
      </w:r>
    </w:p>
    <w:p w:rsidR="002973C8" w:rsidRPr="004228C5" w:rsidRDefault="002973C8" w:rsidP="002973C8">
      <w:pPr>
        <w:pStyle w:val="Code"/>
        <w:rPr>
          <w:strike/>
        </w:rPr>
      </w:pPr>
      <w:r w:rsidRPr="004228C5">
        <w:rPr>
          <w:strike/>
        </w:rPr>
        <w:t>HEURE           ,"10:21"</w:t>
      </w:r>
    </w:p>
    <w:p w:rsidR="002973C8" w:rsidRPr="004228C5" w:rsidRDefault="002973C8" w:rsidP="002973C8">
      <w:pPr>
        <w:pStyle w:val="Code"/>
        <w:rPr>
          <w:strike/>
        </w:rPr>
      </w:pPr>
    </w:p>
    <w:p w:rsidR="002973C8" w:rsidRPr="004228C5" w:rsidRDefault="002973C8" w:rsidP="002973C8">
      <w:pPr>
        <w:pStyle w:val="Code"/>
        <w:rPr>
          <w:strike/>
        </w:rPr>
      </w:pPr>
      <w:r w:rsidRPr="004228C5">
        <w:rPr>
          <w:strike/>
        </w:rPr>
        <w:t>ENREGISTREMENT  ,"QTE VENTE BRUT  ","CA BRUT         ","NBRE VENTE NET  ","CA NET          "</w:t>
      </w:r>
    </w:p>
    <w:p w:rsidR="002973C8" w:rsidRPr="004228C5" w:rsidRDefault="002973C8" w:rsidP="002973C8">
      <w:pPr>
        <w:pStyle w:val="Code"/>
        <w:rPr>
          <w:strike/>
        </w:rPr>
      </w:pPr>
      <w:r w:rsidRPr="004228C5">
        <w:rPr>
          <w:strike/>
        </w:rPr>
        <w:t>0001,"0","0.00","0","0.00"</w:t>
      </w:r>
    </w:p>
    <w:p w:rsidR="002973C8" w:rsidRPr="004228C5" w:rsidRDefault="002973C8" w:rsidP="002973C8">
      <w:pPr>
        <w:pStyle w:val="Code"/>
        <w:rPr>
          <w:strike/>
        </w:rPr>
      </w:pPr>
      <w:r w:rsidRPr="004228C5">
        <w:rPr>
          <w:strike/>
        </w:rPr>
        <w:t>0002,"0","0.00","0","0.00"</w:t>
      </w:r>
    </w:p>
    <w:p w:rsidR="002973C8" w:rsidRDefault="00A10576" w:rsidP="002973C8">
      <w:pPr>
        <w:pStyle w:val="Heading3"/>
      </w:pPr>
      <w:bookmarkStart w:id="13" w:name="_Toc371605929"/>
      <w:r>
        <w:t>011 (nb caissier x nb rub lignes)</w:t>
      </w:r>
      <w:bookmarkEnd w:id="13"/>
    </w:p>
    <w:p w:rsidR="00A10576" w:rsidRDefault="00A10576" w:rsidP="00A10576">
      <w:pPr>
        <w:pStyle w:val="Code"/>
      </w:pPr>
      <w:r>
        <w:t>MODELE          ,"                "</w:t>
      </w:r>
    </w:p>
    <w:p w:rsidR="00A10576" w:rsidRDefault="00A10576" w:rsidP="00A10576">
      <w:pPr>
        <w:pStyle w:val="Code"/>
      </w:pPr>
      <w:r>
        <w:t>MACHINE         ,"MC#01   "</w:t>
      </w:r>
    </w:p>
    <w:p w:rsidR="00A10576" w:rsidRDefault="00A10576" w:rsidP="00A10576">
      <w:pPr>
        <w:pStyle w:val="Code"/>
      </w:pPr>
      <w:r>
        <w:t>RAPPORT         ,"CAISSIERS   "</w:t>
      </w:r>
    </w:p>
    <w:p w:rsidR="00A10576" w:rsidRDefault="00A10576" w:rsidP="00A10576">
      <w:pPr>
        <w:pStyle w:val="Code"/>
      </w:pPr>
      <w:r>
        <w:t>FICHIER         ,"FILE011"</w:t>
      </w:r>
    </w:p>
    <w:p w:rsidR="00A10576" w:rsidRDefault="00A10576" w:rsidP="00A10576">
      <w:pPr>
        <w:pStyle w:val="Code"/>
      </w:pPr>
      <w:r>
        <w:t>MODE            ,"Z   "</w:t>
      </w:r>
    </w:p>
    <w:p w:rsidR="00A10576" w:rsidRDefault="00A10576" w:rsidP="00A10576">
      <w:pPr>
        <w:pStyle w:val="Code"/>
      </w:pPr>
      <w:r>
        <w:t>COMPTEUR Z      ,"0004"</w:t>
      </w:r>
    </w:p>
    <w:p w:rsidR="00A10576" w:rsidRDefault="00A10576" w:rsidP="00A10576">
      <w:pPr>
        <w:pStyle w:val="Code"/>
      </w:pPr>
      <w:r>
        <w:t>DATE            ,"08-08-2013"</w:t>
      </w:r>
    </w:p>
    <w:p w:rsidR="00A10576" w:rsidRDefault="00A10576" w:rsidP="00A10576">
      <w:pPr>
        <w:pStyle w:val="Code"/>
      </w:pPr>
      <w:r>
        <w:t>HEURE           ,"10:21"</w:t>
      </w:r>
    </w:p>
    <w:p w:rsidR="00A10576" w:rsidRDefault="00A10576" w:rsidP="00A10576">
      <w:pPr>
        <w:pStyle w:val="Code"/>
      </w:pPr>
    </w:p>
    <w:p w:rsidR="00A10576" w:rsidRDefault="00A10576" w:rsidP="00A10576">
      <w:pPr>
        <w:pStyle w:val="Code"/>
      </w:pPr>
      <w:r>
        <w:t>ENREGISTREMENT  ,"CAISSIER        ","DESIGNATION     ","QUANTITE/No     ","MONTANT         "</w:t>
      </w:r>
    </w:p>
    <w:p w:rsidR="00A10576" w:rsidRDefault="00A10576" w:rsidP="00A10576">
      <w:pPr>
        <w:pStyle w:val="Code"/>
      </w:pPr>
      <w:r>
        <w:t>0001,"CAISSIER01  ","CA NET      ","2","16.50"</w:t>
      </w:r>
    </w:p>
    <w:p w:rsidR="00A10576" w:rsidRDefault="00A10576" w:rsidP="00A10576">
      <w:pPr>
        <w:pStyle w:val="Code"/>
      </w:pPr>
      <w:r>
        <w:t>0002,"            ","COMMISSION 1","0","0.00"</w:t>
      </w:r>
    </w:p>
    <w:p w:rsidR="00A10576" w:rsidRDefault="00A10576" w:rsidP="00A10576">
      <w:pPr>
        <w:pStyle w:val="Code"/>
      </w:pPr>
      <w:r>
        <w:t>0003,"            ","COMMISSION 2","0","0.00"</w:t>
      </w:r>
    </w:p>
    <w:p w:rsidR="00A10576" w:rsidRDefault="00A10576" w:rsidP="00A10576">
      <w:pPr>
        <w:pStyle w:val="Code"/>
      </w:pPr>
      <w:r>
        <w:t>0004,"CAISSIER02  ","CA NET      ","0","0.00"</w:t>
      </w:r>
    </w:p>
    <w:p w:rsidR="00A10576" w:rsidRDefault="00A10576" w:rsidP="00A10576">
      <w:pPr>
        <w:pStyle w:val="Heading3"/>
      </w:pPr>
      <w:bookmarkStart w:id="14" w:name="_Toc371605930"/>
      <w:r>
        <w:t>016</w:t>
      </w:r>
      <w:bookmarkEnd w:id="14"/>
    </w:p>
    <w:p w:rsidR="00A10576" w:rsidRDefault="00A10576" w:rsidP="00A10576">
      <w:pPr>
        <w:pStyle w:val="Code"/>
      </w:pPr>
      <w:r>
        <w:t>MODELE          ,"                "</w:t>
      </w:r>
    </w:p>
    <w:p w:rsidR="00A10576" w:rsidRDefault="00A10576" w:rsidP="00A10576">
      <w:pPr>
        <w:pStyle w:val="Code"/>
      </w:pPr>
      <w:r>
        <w:t>MACHINE         ,"MC#01   "</w:t>
      </w:r>
    </w:p>
    <w:p w:rsidR="00A10576" w:rsidRDefault="00A10576" w:rsidP="00A10576">
      <w:pPr>
        <w:pStyle w:val="Code"/>
      </w:pPr>
      <w:r>
        <w:t>RAPPORT         ,"PLU SCANNES "</w:t>
      </w:r>
    </w:p>
    <w:p w:rsidR="00A10576" w:rsidRDefault="00A10576" w:rsidP="00A10576">
      <w:pPr>
        <w:pStyle w:val="Code"/>
      </w:pPr>
      <w:r>
        <w:t>FICHIER         ,"FILE016"</w:t>
      </w:r>
    </w:p>
    <w:p w:rsidR="00A10576" w:rsidRDefault="00A10576" w:rsidP="00A10576">
      <w:pPr>
        <w:pStyle w:val="Code"/>
      </w:pPr>
      <w:r>
        <w:t>MODE            ,"Z   "</w:t>
      </w:r>
    </w:p>
    <w:p w:rsidR="00A10576" w:rsidRDefault="00A10576" w:rsidP="00A10576">
      <w:pPr>
        <w:pStyle w:val="Code"/>
      </w:pPr>
      <w:r>
        <w:t>COMPTEUR Z      ,"0001"</w:t>
      </w:r>
    </w:p>
    <w:p w:rsidR="00A10576" w:rsidRDefault="00A10576" w:rsidP="00A10576">
      <w:pPr>
        <w:pStyle w:val="Code"/>
      </w:pPr>
      <w:r>
        <w:t>DATE            ,"08-08-2013"</w:t>
      </w:r>
    </w:p>
    <w:p w:rsidR="00A10576" w:rsidRDefault="00A10576" w:rsidP="00A10576">
      <w:pPr>
        <w:pStyle w:val="Code"/>
      </w:pPr>
      <w:r>
        <w:t>HEURE           ,"10:22"</w:t>
      </w:r>
    </w:p>
    <w:p w:rsidR="00A10576" w:rsidRDefault="00A10576" w:rsidP="00A10576">
      <w:pPr>
        <w:pStyle w:val="Code"/>
      </w:pPr>
    </w:p>
    <w:p w:rsidR="00A10576" w:rsidRDefault="00A10576" w:rsidP="00A10576">
      <w:pPr>
        <w:pStyle w:val="Code"/>
      </w:pPr>
      <w:r>
        <w:t>CODE SCANNING   ,"DESIGNATION     ","QUANTITE        ","MONTANT         "</w:t>
      </w:r>
    </w:p>
    <w:p w:rsidR="00A10576" w:rsidRDefault="00A10576" w:rsidP="00A10576">
      <w:pPr>
        <w:pStyle w:val="Code"/>
      </w:pPr>
      <w:r>
        <w:t>5400141053364E,"            ","15","38.25"</w:t>
      </w:r>
    </w:p>
    <w:p w:rsidR="00A10576" w:rsidRDefault="00A10576" w:rsidP="00A10576">
      <w:pPr>
        <w:pStyle w:val="Code"/>
      </w:pPr>
      <w:r>
        <w:t>54029446EEEEEE,"            ","1","2.00"</w:t>
      </w:r>
    </w:p>
    <w:p w:rsidR="00A10576" w:rsidRPr="00380E39" w:rsidRDefault="00507EFA" w:rsidP="00507EFA">
      <w:pPr>
        <w:pStyle w:val="Heading3"/>
        <w:rPr>
          <w:strike/>
        </w:rPr>
      </w:pPr>
      <w:bookmarkStart w:id="15" w:name="_Toc371605931"/>
      <w:r w:rsidRPr="00380E39">
        <w:rPr>
          <w:strike/>
        </w:rPr>
        <w:t>020 - ? – pas fait</w:t>
      </w:r>
      <w:bookmarkEnd w:id="15"/>
    </w:p>
    <w:p w:rsidR="00507EFA" w:rsidRPr="00380E39" w:rsidRDefault="00507EFA" w:rsidP="00507EFA">
      <w:pPr>
        <w:pStyle w:val="Code"/>
        <w:rPr>
          <w:strike/>
        </w:rPr>
      </w:pPr>
      <w:r w:rsidRPr="00380E39">
        <w:rPr>
          <w:strike/>
        </w:rPr>
        <w:t>MODELE          ,"                "</w:t>
      </w:r>
    </w:p>
    <w:p w:rsidR="00507EFA" w:rsidRPr="00380E39" w:rsidRDefault="00507EFA" w:rsidP="00507EFA">
      <w:pPr>
        <w:pStyle w:val="Code"/>
        <w:rPr>
          <w:strike/>
        </w:rPr>
      </w:pPr>
      <w:r w:rsidRPr="00380E39">
        <w:rPr>
          <w:strike/>
        </w:rPr>
        <w:t>MACHINE         ,"MC#01   "</w:t>
      </w:r>
    </w:p>
    <w:p w:rsidR="00507EFA" w:rsidRPr="00380E39" w:rsidRDefault="00507EFA" w:rsidP="00507EFA">
      <w:pPr>
        <w:pStyle w:val="Code"/>
        <w:rPr>
          <w:strike/>
        </w:rPr>
      </w:pPr>
      <w:r w:rsidRPr="00380E39">
        <w:rPr>
          <w:strike/>
        </w:rPr>
        <w:t>FICHIER         ,"FILE020"</w:t>
      </w:r>
    </w:p>
    <w:p w:rsidR="00507EFA" w:rsidRPr="00380E39" w:rsidRDefault="00507EFA" w:rsidP="00507EFA">
      <w:pPr>
        <w:pStyle w:val="Code"/>
        <w:rPr>
          <w:strike/>
        </w:rPr>
      </w:pPr>
      <w:r w:rsidRPr="00380E39">
        <w:rPr>
          <w:strike/>
        </w:rPr>
        <w:t>MODE            ,"Z   "</w:t>
      </w:r>
    </w:p>
    <w:p w:rsidR="00507EFA" w:rsidRPr="00380E39" w:rsidRDefault="00507EFA" w:rsidP="00507EFA">
      <w:pPr>
        <w:pStyle w:val="Code"/>
        <w:rPr>
          <w:strike/>
        </w:rPr>
      </w:pPr>
      <w:r w:rsidRPr="00380E39">
        <w:rPr>
          <w:strike/>
        </w:rPr>
        <w:t>COMPTEUR Z      ,"0006"</w:t>
      </w:r>
    </w:p>
    <w:p w:rsidR="00507EFA" w:rsidRPr="00380E39" w:rsidRDefault="00507EFA" w:rsidP="00507EFA">
      <w:pPr>
        <w:pStyle w:val="Code"/>
        <w:rPr>
          <w:strike/>
        </w:rPr>
      </w:pPr>
      <w:r w:rsidRPr="00380E39">
        <w:rPr>
          <w:strike/>
        </w:rPr>
        <w:t>DATE            ,"10-08-2013"</w:t>
      </w:r>
    </w:p>
    <w:p w:rsidR="00507EFA" w:rsidRPr="00380E39" w:rsidRDefault="00507EFA" w:rsidP="00507EFA">
      <w:pPr>
        <w:pStyle w:val="Code"/>
        <w:rPr>
          <w:strike/>
        </w:rPr>
      </w:pPr>
      <w:r w:rsidRPr="00380E39">
        <w:rPr>
          <w:strike/>
        </w:rPr>
        <w:t>HEURE           ,"10:27"</w:t>
      </w:r>
    </w:p>
    <w:p w:rsidR="00507EFA" w:rsidRPr="00380E39" w:rsidRDefault="00507EFA" w:rsidP="00507EFA">
      <w:pPr>
        <w:pStyle w:val="Code"/>
        <w:rPr>
          <w:strike/>
        </w:rPr>
      </w:pPr>
    </w:p>
    <w:p w:rsidR="00507EFA" w:rsidRPr="00380E39" w:rsidRDefault="00507EFA" w:rsidP="00507EFA">
      <w:pPr>
        <w:pStyle w:val="Code"/>
        <w:rPr>
          <w:strike/>
        </w:rPr>
      </w:pPr>
      <w:r w:rsidRPr="00380E39">
        <w:rPr>
          <w:strike/>
        </w:rPr>
        <w:t>ENREGISTREMENT  ,"DESIGNATION     ","MONTANT         "</w:t>
      </w:r>
    </w:p>
    <w:p w:rsidR="00507EFA" w:rsidRPr="00380E39" w:rsidRDefault="00507EFA" w:rsidP="00507EFA">
      <w:pPr>
        <w:pStyle w:val="Code"/>
        <w:rPr>
          <w:strike/>
        </w:rPr>
      </w:pPr>
      <w:r w:rsidRPr="00380E39">
        <w:rPr>
          <w:strike/>
        </w:rPr>
        <w:t>0001,"GT          ","190.30"</w:t>
      </w:r>
    </w:p>
    <w:p w:rsidR="00507EFA" w:rsidRPr="00380E39" w:rsidRDefault="00507EFA" w:rsidP="00507EFA">
      <w:pPr>
        <w:pStyle w:val="Code"/>
        <w:rPr>
          <w:strike/>
        </w:rPr>
      </w:pPr>
      <w:r w:rsidRPr="00380E39">
        <w:rPr>
          <w:strike/>
        </w:rPr>
        <w:t>0002,"            ","0.00"</w:t>
      </w:r>
    </w:p>
    <w:p w:rsidR="00507EFA" w:rsidRPr="00380E39" w:rsidRDefault="00507EFA" w:rsidP="00507EFA">
      <w:pPr>
        <w:pStyle w:val="Code"/>
        <w:rPr>
          <w:strike/>
        </w:rPr>
      </w:pPr>
      <w:r w:rsidRPr="00380E39">
        <w:rPr>
          <w:strike/>
        </w:rPr>
        <w:t>0003,"            ","0.00"</w:t>
      </w:r>
    </w:p>
    <w:p w:rsidR="00A10576" w:rsidRPr="00380E39" w:rsidRDefault="00507EFA" w:rsidP="00507EFA">
      <w:pPr>
        <w:pStyle w:val="Code"/>
        <w:rPr>
          <w:strike/>
        </w:rPr>
      </w:pPr>
      <w:r w:rsidRPr="00380E39">
        <w:rPr>
          <w:strike/>
        </w:rPr>
        <w:t>0004,"LAST GT     ","143.35"</w:t>
      </w:r>
    </w:p>
    <w:p w:rsidR="00507EFA" w:rsidRDefault="00287760" w:rsidP="00287760">
      <w:pPr>
        <w:pStyle w:val="Heading2"/>
      </w:pPr>
      <w:bookmarkStart w:id="16" w:name="_Toc371605932"/>
      <w:r>
        <w:t>Logique de lecture des fichiers</w:t>
      </w:r>
      <w:bookmarkEnd w:id="16"/>
    </w:p>
    <w:p w:rsidR="00CF65DB" w:rsidRDefault="00CF65DB" w:rsidP="00CF65DB">
      <w:pPr>
        <w:pStyle w:val="Heading4"/>
      </w:pPr>
      <w:r>
        <w:t>Prémisses</w:t>
      </w:r>
    </w:p>
    <w:p w:rsidR="00CF65DB" w:rsidRDefault="00CF65DB" w:rsidP="00CF65DB">
      <w:pPr>
        <w:pStyle w:val="ListBullet"/>
        <w:ind w:left="360"/>
      </w:pPr>
      <w:r>
        <w:t>Sélectionner répertoire, cliquer importer</w:t>
      </w:r>
    </w:p>
    <w:p w:rsidR="00CF65DB" w:rsidRDefault="00CF65DB" w:rsidP="00CF65DB">
      <w:pPr>
        <w:pStyle w:val="Heading4"/>
      </w:pPr>
      <w:r>
        <w:t>Boucle fichiers</w:t>
      </w:r>
    </w:p>
    <w:p w:rsidR="00CF65DB" w:rsidRDefault="00CF65DB" w:rsidP="00CF65DB">
      <w:pPr>
        <w:pStyle w:val="ListBullet"/>
        <w:ind w:left="360"/>
      </w:pPr>
      <w:r>
        <w:t>Pour chaque fichier « Z*.CSV » :</w:t>
      </w:r>
    </w:p>
    <w:p w:rsidR="00CF65DB" w:rsidRDefault="00CF65DB" w:rsidP="00CF65DB">
      <w:pPr>
        <w:pStyle w:val="ListBullet"/>
        <w:ind w:left="720"/>
      </w:pPr>
      <w:r>
        <w:t>Ouvrir le fichier</w:t>
      </w:r>
    </w:p>
    <w:p w:rsidR="00CF65DB" w:rsidRDefault="00CF65DB" w:rsidP="00CF65DB">
      <w:pPr>
        <w:pStyle w:val="ListBullet"/>
        <w:ind w:left="720"/>
      </w:pPr>
      <w:r>
        <w:t>Identifier params</w:t>
      </w:r>
    </w:p>
    <w:p w:rsidR="00CF65DB" w:rsidRDefault="00CF65DB" w:rsidP="00CF65DB">
      <w:pPr>
        <w:pStyle w:val="ListBullet"/>
        <w:ind w:left="720"/>
      </w:pPr>
      <w:r>
        <w:t>Pour chaque ligne :</w:t>
      </w:r>
    </w:p>
    <w:p w:rsidR="00CF65DB" w:rsidRPr="00CF65DB" w:rsidRDefault="00CF65DB" w:rsidP="00CF65DB">
      <w:pPr>
        <w:pStyle w:val="ListBullet"/>
      </w:pPr>
      <w:r>
        <w:t>Enregistrer la ligne</w:t>
      </w:r>
    </w:p>
    <w:p w:rsidR="00CF65DB" w:rsidRDefault="00CF65DB" w:rsidP="00CF65DB">
      <w:pPr>
        <w:pStyle w:val="Heading4"/>
      </w:pPr>
      <w:r>
        <w:t>Enregistrement de la ligne</w:t>
      </w:r>
    </w:p>
    <w:p w:rsidR="00CF65DB" w:rsidRDefault="00CF65DB" w:rsidP="00CF65DB">
      <w:pPr>
        <w:pStyle w:val="ListBullet"/>
        <w:ind w:left="360"/>
      </w:pPr>
      <w:r>
        <w:t>Trouver fichier</w:t>
      </w:r>
    </w:p>
    <w:p w:rsidR="00CF65DB" w:rsidRDefault="00CF65DB" w:rsidP="00CF65DB">
      <w:pPr>
        <w:pStyle w:val="ListBullet"/>
        <w:ind w:left="360"/>
      </w:pPr>
      <w:r>
        <w:t>Avec objet fichier :</w:t>
      </w:r>
    </w:p>
    <w:p w:rsidR="00CF65DB" w:rsidRDefault="00CF65DB" w:rsidP="00CF65DB">
      <w:pPr>
        <w:pStyle w:val="ListBullet"/>
        <w:ind w:left="720"/>
      </w:pPr>
      <w:r>
        <w:t>Trouver date et objet dataDate</w:t>
      </w:r>
    </w:p>
    <w:p w:rsidR="00CF65DB" w:rsidRPr="00831CF1" w:rsidRDefault="00CF65DB" w:rsidP="00CF65DB">
      <w:pPr>
        <w:pStyle w:val="ListBullet"/>
        <w:ind w:left="720"/>
        <w:rPr>
          <w:strike/>
        </w:rPr>
      </w:pPr>
      <w:r w:rsidRPr="00831CF1">
        <w:rPr>
          <w:strike/>
        </w:rPr>
        <w:t>Trouver compteur Z</w:t>
      </w:r>
    </w:p>
    <w:p w:rsidR="00CF65DB" w:rsidRDefault="00CF65DB" w:rsidP="00CF65DB">
      <w:pPr>
        <w:pStyle w:val="ListBullet"/>
        <w:ind w:left="720"/>
      </w:pPr>
      <w:r>
        <w:t>Pour chaque ligne :</w:t>
      </w:r>
    </w:p>
    <w:p w:rsidR="00CF65DB" w:rsidRDefault="00CF65DB" w:rsidP="00CF65DB">
      <w:pPr>
        <w:pStyle w:val="ListBullet"/>
      </w:pPr>
      <w:r>
        <w:t>Enregistrer designation</w:t>
      </w:r>
    </w:p>
    <w:p w:rsidR="00CF65DB" w:rsidRDefault="00CF65DB" w:rsidP="00CF65DB">
      <w:pPr>
        <w:pStyle w:val="ListBullet"/>
      </w:pPr>
      <w:r>
        <w:t>enregistrer valeurs</w:t>
      </w:r>
      <w:r w:rsidR="00831CF1">
        <w:t xml:space="preserve"> dans dataDate</w:t>
      </w:r>
    </w:p>
    <w:p w:rsidR="00F02B1C" w:rsidRDefault="00F02B1C" w:rsidP="00F02B1C">
      <w:pPr>
        <w:pStyle w:val="Heading1"/>
      </w:pPr>
      <w:bookmarkStart w:id="17" w:name="_Toc371605933"/>
      <w:r>
        <w:t>Enregistrement du logiciel</w:t>
      </w:r>
      <w:bookmarkEnd w:id="17"/>
    </w:p>
    <w:p w:rsidR="00F02B1C" w:rsidRDefault="00F02B1C" w:rsidP="00F02B1C">
      <w:pPr>
        <w:pStyle w:val="Heading2"/>
      </w:pPr>
      <w:bookmarkStart w:id="18" w:name="_Toc371605934"/>
      <w:r>
        <w:t>Data base</w:t>
      </w:r>
      <w:bookmarkEnd w:id="18"/>
    </w:p>
    <w:p w:rsidR="00F02B1C" w:rsidRDefault="00F02B1C" w:rsidP="00F02B1C">
      <w:pPr>
        <w:pStyle w:val="Heading3"/>
      </w:pPr>
      <w:bookmarkStart w:id="19" w:name="_Toc371605935"/>
      <w:r>
        <w:t>PGM : les programme ID</w:t>
      </w:r>
      <w:bookmarkEnd w:id="19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2551"/>
        <w:gridCol w:w="2551"/>
      </w:tblGrid>
      <w:tr w:rsidR="00B2482F" w:rsidTr="00B2482F">
        <w:tc>
          <w:tcPr>
            <w:tcW w:w="1526" w:type="dxa"/>
          </w:tcPr>
          <w:p w:rsidR="00B2482F" w:rsidRDefault="00B2482F" w:rsidP="00F02B1C">
            <w:r>
              <w:t>PGMID</w:t>
            </w:r>
          </w:p>
        </w:tc>
        <w:tc>
          <w:tcPr>
            <w:tcW w:w="2551" w:type="dxa"/>
          </w:tcPr>
          <w:p w:rsidR="00B2482F" w:rsidRDefault="00B2482F" w:rsidP="00F02B1C">
            <w:r>
              <w:t>Varchar 8</w:t>
            </w:r>
          </w:p>
        </w:tc>
        <w:tc>
          <w:tcPr>
            <w:tcW w:w="2551" w:type="dxa"/>
          </w:tcPr>
          <w:p w:rsidR="00B2482F" w:rsidRDefault="00B2482F" w:rsidP="00F02B1C">
            <w:r>
              <w:t>ID unique</w:t>
            </w:r>
          </w:p>
        </w:tc>
      </w:tr>
      <w:tr w:rsidR="00B2482F" w:rsidTr="00B2482F">
        <w:tc>
          <w:tcPr>
            <w:tcW w:w="1526" w:type="dxa"/>
          </w:tcPr>
          <w:p w:rsidR="00B2482F" w:rsidRDefault="00B2482F" w:rsidP="00F02B1C">
            <w:r>
              <w:t>PGMNAME</w:t>
            </w:r>
          </w:p>
        </w:tc>
        <w:tc>
          <w:tcPr>
            <w:tcW w:w="2551" w:type="dxa"/>
          </w:tcPr>
          <w:p w:rsidR="00B2482F" w:rsidRDefault="00B2482F" w:rsidP="00F02B1C">
            <w:r>
              <w:t>Varchar 24</w:t>
            </w:r>
          </w:p>
        </w:tc>
        <w:tc>
          <w:tcPr>
            <w:tcW w:w="2551" w:type="dxa"/>
          </w:tcPr>
          <w:p w:rsidR="00B2482F" w:rsidRDefault="00B2482F" w:rsidP="00F02B1C">
            <w:r>
              <w:t>Nom pour affichage</w:t>
            </w:r>
          </w:p>
        </w:tc>
      </w:tr>
    </w:tbl>
    <w:p w:rsidR="00F02B1C" w:rsidRDefault="00B2482F" w:rsidP="00B2482F">
      <w:pPr>
        <w:pStyle w:val="Heading3"/>
      </w:pPr>
      <w:bookmarkStart w:id="20" w:name="_Toc371605936"/>
      <w:r>
        <w:t>LICENCES : les licences</w:t>
      </w:r>
      <w:bookmarkEnd w:id="2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2551"/>
        <w:gridCol w:w="2551"/>
      </w:tblGrid>
      <w:tr w:rsidR="00B2482F" w:rsidTr="00B2482F">
        <w:tc>
          <w:tcPr>
            <w:tcW w:w="1526" w:type="dxa"/>
          </w:tcPr>
          <w:p w:rsidR="00B2482F" w:rsidRDefault="00B2482F" w:rsidP="00B2482F">
            <w:r>
              <w:t>LOGIN</w:t>
            </w:r>
          </w:p>
        </w:tc>
        <w:tc>
          <w:tcPr>
            <w:tcW w:w="2551" w:type="dxa"/>
          </w:tcPr>
          <w:p w:rsidR="00B2482F" w:rsidRDefault="00B2482F" w:rsidP="00B2482F">
            <w:r>
              <w:t>Varchar 12</w:t>
            </w:r>
          </w:p>
        </w:tc>
        <w:tc>
          <w:tcPr>
            <w:tcW w:w="2551" w:type="dxa"/>
          </w:tcPr>
          <w:p w:rsidR="00B2482F" w:rsidRDefault="00B2482F" w:rsidP="00B2482F">
            <w:r>
              <w:t>Le login</w:t>
            </w:r>
          </w:p>
        </w:tc>
      </w:tr>
      <w:tr w:rsidR="00B2482F" w:rsidTr="00B2482F">
        <w:tc>
          <w:tcPr>
            <w:tcW w:w="1526" w:type="dxa"/>
          </w:tcPr>
          <w:p w:rsidR="00B2482F" w:rsidRDefault="00B2482F" w:rsidP="00B2482F">
            <w:r>
              <w:t>PGMID</w:t>
            </w:r>
          </w:p>
        </w:tc>
        <w:tc>
          <w:tcPr>
            <w:tcW w:w="2551" w:type="dxa"/>
          </w:tcPr>
          <w:p w:rsidR="00B2482F" w:rsidRDefault="00B2482F" w:rsidP="00B2482F">
            <w:r>
              <w:t>Varchar 8</w:t>
            </w:r>
          </w:p>
        </w:tc>
        <w:tc>
          <w:tcPr>
            <w:tcW w:w="2551" w:type="dxa"/>
          </w:tcPr>
          <w:p w:rsidR="00B2482F" w:rsidRDefault="00B2482F" w:rsidP="00B2482F">
            <w:r>
              <w:t>ID du programme</w:t>
            </w:r>
          </w:p>
        </w:tc>
      </w:tr>
      <w:tr w:rsidR="00B2482F" w:rsidTr="00B2482F">
        <w:tc>
          <w:tcPr>
            <w:tcW w:w="1526" w:type="dxa"/>
          </w:tcPr>
          <w:p w:rsidR="00B2482F" w:rsidRDefault="00B2482F" w:rsidP="00B2482F">
            <w:r>
              <w:t>WINKEY</w:t>
            </w:r>
          </w:p>
        </w:tc>
        <w:tc>
          <w:tcPr>
            <w:tcW w:w="2551" w:type="dxa"/>
          </w:tcPr>
          <w:p w:rsidR="00B2482F" w:rsidRDefault="00B2482F" w:rsidP="00B2482F">
            <w:r>
              <w:t>Varchar 14</w:t>
            </w:r>
          </w:p>
        </w:tc>
        <w:tc>
          <w:tcPr>
            <w:tcW w:w="2551" w:type="dxa"/>
          </w:tcPr>
          <w:p w:rsidR="00B2482F" w:rsidRDefault="00B2482F" w:rsidP="00B2482F">
            <w:r>
              <w:t>Key « windows »</w:t>
            </w:r>
          </w:p>
        </w:tc>
      </w:tr>
      <w:tr w:rsidR="00B2482F" w:rsidTr="00B2482F">
        <w:tc>
          <w:tcPr>
            <w:tcW w:w="1526" w:type="dxa"/>
          </w:tcPr>
          <w:p w:rsidR="00B2482F" w:rsidRDefault="00B2482F" w:rsidP="00B2482F">
            <w:r>
              <w:t>DHREC</w:t>
            </w:r>
          </w:p>
        </w:tc>
        <w:tc>
          <w:tcPr>
            <w:tcW w:w="2551" w:type="dxa"/>
          </w:tcPr>
          <w:p w:rsidR="00B2482F" w:rsidRDefault="00B2482F" w:rsidP="00B2482F">
            <w:r>
              <w:t>Timestamp (no def)</w:t>
            </w:r>
          </w:p>
        </w:tc>
        <w:tc>
          <w:tcPr>
            <w:tcW w:w="2551" w:type="dxa"/>
          </w:tcPr>
          <w:p w:rsidR="00B2482F" w:rsidRDefault="00B2482F" w:rsidP="00B2482F">
            <w:r>
              <w:t>DH de l’enregistrement de la licence</w:t>
            </w:r>
          </w:p>
        </w:tc>
      </w:tr>
      <w:tr w:rsidR="00B2482F" w:rsidTr="00B2482F">
        <w:tc>
          <w:tcPr>
            <w:tcW w:w="1526" w:type="dxa"/>
          </w:tcPr>
          <w:p w:rsidR="00B2482F" w:rsidRDefault="00B2482F" w:rsidP="00B2482F">
            <w:r>
              <w:t>NOTE</w:t>
            </w:r>
          </w:p>
        </w:tc>
        <w:tc>
          <w:tcPr>
            <w:tcW w:w="2551" w:type="dxa"/>
          </w:tcPr>
          <w:p w:rsidR="00B2482F" w:rsidRDefault="00B2482F" w:rsidP="00B2482F">
            <w:r>
              <w:t>Varchar 100</w:t>
            </w:r>
          </w:p>
        </w:tc>
        <w:tc>
          <w:tcPr>
            <w:tcW w:w="2551" w:type="dxa"/>
          </w:tcPr>
          <w:p w:rsidR="00B2482F" w:rsidRDefault="00B2482F" w:rsidP="00B2482F">
            <w:r>
              <w:t>Note libre pour admin</w:t>
            </w:r>
          </w:p>
        </w:tc>
      </w:tr>
      <w:tr w:rsidR="00B2482F" w:rsidTr="00B2482F">
        <w:tc>
          <w:tcPr>
            <w:tcW w:w="1526" w:type="dxa"/>
          </w:tcPr>
          <w:p w:rsidR="00B2482F" w:rsidRDefault="00B2482F" w:rsidP="00B2482F">
            <w:r>
              <w:t>DHCRE</w:t>
            </w:r>
          </w:p>
        </w:tc>
        <w:tc>
          <w:tcPr>
            <w:tcW w:w="2551" w:type="dxa"/>
          </w:tcPr>
          <w:p w:rsidR="00B2482F" w:rsidRDefault="00B2482F" w:rsidP="00B2482F">
            <w:r>
              <w:t>Timestamp (def =NOW)</w:t>
            </w:r>
          </w:p>
        </w:tc>
        <w:tc>
          <w:tcPr>
            <w:tcW w:w="2551" w:type="dxa"/>
          </w:tcPr>
          <w:p w:rsidR="00B2482F" w:rsidRDefault="00B2482F" w:rsidP="00B2482F">
            <w:r>
              <w:t>Dh création</w:t>
            </w:r>
          </w:p>
        </w:tc>
      </w:tr>
    </w:tbl>
    <w:p w:rsidR="00B2482F" w:rsidRDefault="00B2482F" w:rsidP="00B2482F"/>
    <w:p w:rsidR="00B2482F" w:rsidRDefault="00B2482F" w:rsidP="00B2482F">
      <w:r>
        <w:t>NOTE :</w:t>
      </w:r>
    </w:p>
    <w:p w:rsidR="00B2482F" w:rsidRDefault="00B2482F" w:rsidP="00B2482F">
      <w:pPr>
        <w:pStyle w:val="ListBullet"/>
      </w:pPr>
      <w:r>
        <w:t>WINKEY est une fonction du numéro de série WINDOWS</w:t>
      </w:r>
    </w:p>
    <w:p w:rsidR="00B2482F" w:rsidRDefault="00B2482F" w:rsidP="00B2482F">
      <w:pPr>
        <w:pStyle w:val="ListBullet"/>
      </w:pPr>
      <w:r>
        <w:t>Le LOGIN est attribué librement par l’admin</w:t>
      </w:r>
    </w:p>
    <w:p w:rsidR="00B2482F" w:rsidRDefault="00B2482F" w:rsidP="00B2482F">
      <w:pPr>
        <w:pStyle w:val="Heading2"/>
      </w:pPr>
      <w:bookmarkStart w:id="21" w:name="_Toc371605937"/>
      <w:r>
        <w:t>Enregistrement</w:t>
      </w:r>
      <w:bookmarkEnd w:id="21"/>
    </w:p>
    <w:p w:rsidR="00B2482F" w:rsidRDefault="004A6E60" w:rsidP="004A6E60">
      <w:pPr>
        <w:pStyle w:val="Truc"/>
      </w:pPr>
      <w:r>
        <w:t>Form : utiFwinKey12</w:t>
      </w:r>
    </w:p>
    <w:p w:rsidR="004A6E60" w:rsidRDefault="004A6E60" w:rsidP="004A6E60">
      <w:pPr>
        <w:pStyle w:val="Truc"/>
      </w:pPr>
      <w:r>
        <w:t>Unit logique : utiUwinkey12</w:t>
      </w:r>
    </w:p>
    <w:p w:rsidR="00B2482F" w:rsidRDefault="00B2482F" w:rsidP="00B2482F">
      <w:pPr>
        <w:pStyle w:val="ListBullet"/>
      </w:pPr>
      <w:r>
        <w:t>Le programme appelle la page bacofi/uti_reg.php</w:t>
      </w:r>
    </w:p>
    <w:p w:rsidR="00B2482F" w:rsidRDefault="00B2482F" w:rsidP="00B2482F">
      <w:pPr>
        <w:pStyle w:val="ListBullet"/>
      </w:pPr>
      <w:r>
        <w:t>Les arguments sont :</w:t>
      </w:r>
    </w:p>
    <w:p w:rsidR="00B2482F" w:rsidRDefault="004A6E60" w:rsidP="00B2482F">
      <w:pPr>
        <w:pStyle w:val="ListBullet"/>
        <w:ind w:left="1440"/>
      </w:pPr>
      <w:r>
        <w:t>Pgmid</w:t>
      </w:r>
    </w:p>
    <w:p w:rsidR="004A6E60" w:rsidRDefault="004A6E60" w:rsidP="00B2482F">
      <w:pPr>
        <w:pStyle w:val="ListBullet"/>
        <w:ind w:left="1440"/>
      </w:pPr>
      <w:r>
        <w:t>Login</w:t>
      </w:r>
    </w:p>
    <w:p w:rsidR="004A6E60" w:rsidRDefault="004A6E60" w:rsidP="00B2482F">
      <w:pPr>
        <w:pStyle w:val="ListBullet"/>
        <w:ind w:left="1440"/>
      </w:pPr>
      <w:r>
        <w:t>Winkey</w:t>
      </w:r>
    </w:p>
    <w:p w:rsidR="004A6E60" w:rsidRDefault="004A6E60" w:rsidP="00B2482F">
      <w:pPr>
        <w:pStyle w:val="ListBullet"/>
        <w:ind w:left="1440"/>
      </w:pPr>
      <w:r>
        <w:t>Checkstr (=md5(keywin+login+ »CASTOREXC »))</w:t>
      </w:r>
    </w:p>
    <w:p w:rsidR="004A6E60" w:rsidRDefault="004A6E60" w:rsidP="004A6E60">
      <w:pPr>
        <w:pStyle w:val="ListBullet"/>
      </w:pPr>
      <w:r>
        <w:t>En réponse :</w:t>
      </w:r>
    </w:p>
    <w:p w:rsidR="004A6E60" w:rsidRDefault="004A6E60" w:rsidP="004A6E60">
      <w:pPr>
        <w:pStyle w:val="ListBullet"/>
        <w:ind w:left="1440"/>
      </w:pPr>
      <w:r>
        <w:t>Si pas de problème : header « UTIREG_OK » contient la clé d’enregistrement</w:t>
      </w:r>
    </w:p>
    <w:p w:rsidR="004A6E60" w:rsidRDefault="004A6E60" w:rsidP="004A6E60">
      <w:pPr>
        <w:pStyle w:val="ListBullet"/>
        <w:ind w:left="1440"/>
      </w:pPr>
      <w:r>
        <w:t>Sinon, codes d’erreurs</w:t>
      </w:r>
    </w:p>
    <w:p w:rsidR="007A3169" w:rsidRPr="007A3169" w:rsidRDefault="007A3169" w:rsidP="007A3169">
      <w:pPr>
        <w:rPr>
          <w:u w:val="single"/>
        </w:rPr>
      </w:pPr>
      <w:r w:rsidRPr="007A3169">
        <w:rPr>
          <w:u w:val="single"/>
        </w:rPr>
        <w:t>Clé d’enregistrement :</w:t>
      </w:r>
    </w:p>
    <w:p w:rsidR="007A3169" w:rsidRDefault="007A3169" w:rsidP="007A3169">
      <w:pPr>
        <w:pStyle w:val="ListBullet"/>
      </w:pPr>
      <w:r>
        <w:t>= md5(winkey+</w:t>
      </w:r>
      <w:r w:rsidR="00EA680A">
        <w:t>keykey</w:t>
      </w:r>
      <w:r>
        <w:t>)</w:t>
      </w:r>
    </w:p>
    <w:p w:rsidR="007A3169" w:rsidRDefault="00EA680A" w:rsidP="007A3169">
      <w:pPr>
        <w:pStyle w:val="ListBullet"/>
      </w:pPr>
      <w:r>
        <w:t>keykey</w:t>
      </w:r>
      <w:r w:rsidR="007A3169">
        <w:t xml:space="preserve"> = f(pgmid) ;</w:t>
      </w:r>
    </w:p>
    <w:p w:rsidR="007A3169" w:rsidRDefault="007A3169" w:rsidP="007A3169">
      <w:pPr>
        <w:pStyle w:val="ListBullet"/>
        <w:ind w:left="1440"/>
      </w:pPr>
      <w:r>
        <w:t xml:space="preserve">Pour SES3000 : </w:t>
      </w:r>
      <w:r w:rsidR="00EA680A">
        <w:t>keykey</w:t>
      </w:r>
      <w:r>
        <w:t>= »AK47SE10 »</w:t>
      </w:r>
    </w:p>
    <w:p w:rsidR="004A6E60" w:rsidRPr="004A6E60" w:rsidRDefault="004A6E60" w:rsidP="004A6E60">
      <w:pPr>
        <w:rPr>
          <w:u w:val="single"/>
        </w:rPr>
      </w:pPr>
      <w:r w:rsidRPr="004A6E60">
        <w:rPr>
          <w:u w:val="single"/>
        </w:rPr>
        <w:t>Logique :</w:t>
      </w:r>
    </w:p>
    <w:p w:rsidR="004A6E60" w:rsidRDefault="004A6E60" w:rsidP="004A6E60">
      <w:pPr>
        <w:pStyle w:val="ListBullet"/>
      </w:pPr>
      <w:r>
        <w:t>Si arguments pas ok, erreur</w:t>
      </w:r>
    </w:p>
    <w:p w:rsidR="004A6E60" w:rsidRDefault="004A6E60" w:rsidP="004A6E60">
      <w:pPr>
        <w:pStyle w:val="ListBullet"/>
      </w:pPr>
      <w:r>
        <w:t>On cherche dans « LICENCES » pour LOGIN &amp; PGMID</w:t>
      </w:r>
    </w:p>
    <w:p w:rsidR="004A6E60" w:rsidRDefault="004A6E60" w:rsidP="004A6E60">
      <w:pPr>
        <w:pStyle w:val="ListBullet"/>
      </w:pPr>
      <w:r>
        <w:t>Si pas trouvé, erreur</w:t>
      </w:r>
    </w:p>
    <w:p w:rsidR="004A6E60" w:rsidRDefault="004A6E60" w:rsidP="004A6E60">
      <w:pPr>
        <w:pStyle w:val="ListBullet"/>
      </w:pPr>
      <w:r>
        <w:t>Si WINKEY dans BD est NULL :</w:t>
      </w:r>
    </w:p>
    <w:p w:rsidR="004A6E60" w:rsidRDefault="004A6E60" w:rsidP="004A6E60">
      <w:pPr>
        <w:pStyle w:val="ListBullet"/>
        <w:ind w:left="1440"/>
      </w:pPr>
      <w:r>
        <w:t xml:space="preserve">on calcule WINKEY12 : la clé à renvoyer </w:t>
      </w:r>
    </w:p>
    <w:p w:rsidR="004A6E60" w:rsidRDefault="004A6E60" w:rsidP="004A6E60">
      <w:pPr>
        <w:pStyle w:val="ListBullet"/>
        <w:ind w:left="1440"/>
      </w:pPr>
      <w:r>
        <w:t>on stocke dans BD le WINKEY qui identifie le PC</w:t>
      </w:r>
    </w:p>
    <w:p w:rsidR="004A6E60" w:rsidRDefault="004A6E60" w:rsidP="004A6E60">
      <w:pPr>
        <w:pStyle w:val="ListBullet"/>
        <w:ind w:left="1440"/>
      </w:pPr>
      <w:r>
        <w:t>on renvoie WINKEY12</w:t>
      </w:r>
    </w:p>
    <w:p w:rsidR="004A6E60" w:rsidRDefault="004A6E60" w:rsidP="004A6E60">
      <w:pPr>
        <w:pStyle w:val="ListBullet"/>
      </w:pPr>
      <w:r>
        <w:t>SI WINKEY dans BD déjà défini :</w:t>
      </w:r>
    </w:p>
    <w:p w:rsidR="004A6E60" w:rsidRDefault="004A6E60" w:rsidP="004A6E60">
      <w:pPr>
        <w:pStyle w:val="ListBullet"/>
        <w:ind w:left="1440"/>
      </w:pPr>
      <w:r>
        <w:t>Si égale au WINKEY reçu en argument, revoie WINKEY12</w:t>
      </w:r>
    </w:p>
    <w:p w:rsidR="004A6E60" w:rsidRDefault="004A6E60" w:rsidP="004A6E60">
      <w:pPr>
        <w:pStyle w:val="ListBullet"/>
        <w:ind w:left="1440"/>
      </w:pPr>
      <w:r>
        <w:t>Sinon erreur (déjà enregistré)</w:t>
      </w:r>
    </w:p>
    <w:p w:rsidR="00BC0188" w:rsidRPr="00BC0188" w:rsidRDefault="00BC0188" w:rsidP="00BC0188">
      <w:pPr>
        <w:rPr>
          <w:u w:val="single"/>
        </w:rPr>
      </w:pPr>
      <w:r w:rsidRPr="00BC0188">
        <w:rPr>
          <w:u w:val="single"/>
        </w:rPr>
        <w:t>Remarques :</w:t>
      </w:r>
    </w:p>
    <w:p w:rsidR="00BC0188" w:rsidRDefault="00BC0188" w:rsidP="00BC0188">
      <w:r>
        <w:t>Pour utiliser le code / la BD avec un programme, il faut :</w:t>
      </w:r>
    </w:p>
    <w:p w:rsidR="00BC0188" w:rsidRDefault="00BC0188" w:rsidP="00BC0188">
      <w:pPr>
        <w:pStyle w:val="ListBullet"/>
      </w:pPr>
      <w:r>
        <w:t>Créer un PGMID dans PGM</w:t>
      </w:r>
    </w:p>
    <w:p w:rsidR="00BC0188" w:rsidRDefault="00BC0188" w:rsidP="00BC0188">
      <w:pPr>
        <w:pStyle w:val="ListBullet"/>
      </w:pPr>
      <w:r>
        <w:t>Dans utireg.db, function key12 : définir la keykey</w:t>
      </w:r>
    </w:p>
    <w:p w:rsidR="00BC0188" w:rsidRDefault="00BC0188" w:rsidP="00BC0188">
      <w:pPr>
        <w:pStyle w:val="ListBullet"/>
      </w:pPr>
      <w:r>
        <w:t xml:space="preserve">Idem dans le programme, il faut créer </w:t>
      </w:r>
    </w:p>
    <w:p w:rsidR="00BC0188" w:rsidRDefault="00BC0188" w:rsidP="00BC0188">
      <w:pPr>
        <w:pStyle w:val="ListBullet"/>
        <w:ind w:left="1440"/>
      </w:pPr>
      <w:r w:rsidRPr="00BC0188">
        <w:t>WinK</w:t>
      </w:r>
      <w:r>
        <w:t>ey := TWinkey12.Create(</w:t>
      </w:r>
      <w:r w:rsidRPr="00BC0188">
        <w:t xml:space="preserve">PgmId, </w:t>
      </w:r>
      <w:r>
        <w:t>keykey</w:t>
      </w:r>
      <w:r w:rsidRPr="00BC0188">
        <w:t>);</w:t>
      </w:r>
    </w:p>
    <w:p w:rsidR="004A6E60" w:rsidRDefault="004A6E60" w:rsidP="004A6E60">
      <w:pPr>
        <w:pStyle w:val="Heading2"/>
      </w:pPr>
      <w:bookmarkStart w:id="22" w:name="_Toc371605938"/>
      <w:r>
        <w:t>Remplir la BD</w:t>
      </w:r>
      <w:bookmarkEnd w:id="22"/>
    </w:p>
    <w:p w:rsidR="004A6E60" w:rsidRDefault="001E22DC" w:rsidP="004A6E60">
      <w:pPr>
        <w:pStyle w:val="ListBullet"/>
      </w:pPr>
      <w:r>
        <w:t>Application WEB bacofi/</w:t>
      </w:r>
      <w:r w:rsidR="004A6E60">
        <w:t>winkey.php</w:t>
      </w:r>
    </w:p>
    <w:p w:rsidR="004A6E60" w:rsidRDefault="004A6E60" w:rsidP="004A6E60">
      <w:pPr>
        <w:pStyle w:val="ListBullet"/>
      </w:pPr>
      <w:r>
        <w:t>Demande mot de passe</w:t>
      </w:r>
    </w:p>
    <w:p w:rsidR="009F7193" w:rsidRDefault="009F7193" w:rsidP="004A6E60">
      <w:pPr>
        <w:pStyle w:val="ListBullet"/>
      </w:pPr>
      <w:r>
        <w:t>Demande PGMID</w:t>
      </w:r>
    </w:p>
    <w:p w:rsidR="009F7193" w:rsidRDefault="009F7193" w:rsidP="004A6E60">
      <w:pPr>
        <w:pStyle w:val="ListBullet"/>
      </w:pPr>
      <w:r>
        <w:t>Demande Classement (login, DHcre inverse, DHrec inverse)</w:t>
      </w:r>
    </w:p>
    <w:p w:rsidR="004A6E60" w:rsidRDefault="004A6E60" w:rsidP="004A6E60">
      <w:pPr>
        <w:pStyle w:val="ListBullet"/>
      </w:pPr>
      <w:r>
        <w:t xml:space="preserve">Affiche les records </w:t>
      </w:r>
      <w:r w:rsidR="009F7193">
        <w:t xml:space="preserve">20 par 20 </w:t>
      </w:r>
      <w:r>
        <w:t>avec</w:t>
      </w:r>
    </w:p>
    <w:p w:rsidR="004A6E60" w:rsidRDefault="004A6E60" w:rsidP="004A6E60">
      <w:pPr>
        <w:pStyle w:val="ListBullet"/>
        <w:ind w:left="1440"/>
      </w:pPr>
      <w:r>
        <w:t>Login</w:t>
      </w:r>
    </w:p>
    <w:p w:rsidR="004A6E60" w:rsidRDefault="004A6E60" w:rsidP="004A6E60">
      <w:pPr>
        <w:pStyle w:val="ListBullet"/>
        <w:ind w:left="1440"/>
      </w:pPr>
      <w:r>
        <w:t>Winkey</w:t>
      </w:r>
    </w:p>
    <w:p w:rsidR="004A6E60" w:rsidRDefault="009F7193" w:rsidP="004A6E60">
      <w:pPr>
        <w:pStyle w:val="ListBullet"/>
        <w:ind w:left="1440"/>
      </w:pPr>
      <w:r>
        <w:t>DHREC</w:t>
      </w:r>
    </w:p>
    <w:p w:rsidR="009F7193" w:rsidRDefault="009F7193" w:rsidP="004A6E60">
      <w:pPr>
        <w:pStyle w:val="ListBullet"/>
        <w:ind w:left="1440"/>
      </w:pPr>
      <w:r>
        <w:t>DHCRE</w:t>
      </w:r>
    </w:p>
    <w:p w:rsidR="009F7193" w:rsidRDefault="009F7193" w:rsidP="004A6E60">
      <w:pPr>
        <w:pStyle w:val="ListBullet"/>
        <w:ind w:left="1440"/>
      </w:pPr>
      <w:r>
        <w:t>Note</w:t>
      </w:r>
    </w:p>
    <w:p w:rsidR="009F7193" w:rsidRDefault="009F7193" w:rsidP="009F7193">
      <w:pPr>
        <w:pStyle w:val="ListBullet"/>
        <w:ind w:left="1440"/>
      </w:pPr>
      <w:r>
        <w:t>Btn modifier</w:t>
      </w:r>
    </w:p>
    <w:p w:rsidR="009F7193" w:rsidRDefault="009F7193" w:rsidP="009F7193">
      <w:pPr>
        <w:pStyle w:val="ListBullet"/>
      </w:pPr>
      <w:r>
        <w:t>Affiche btn nouveau record</w:t>
      </w:r>
    </w:p>
    <w:p w:rsidR="009F7193" w:rsidRDefault="009F7193" w:rsidP="009F7193">
      <w:pPr>
        <w:pStyle w:val="ListBullet"/>
      </w:pPr>
      <w:r>
        <w:t>Fenêtre modifier :</w:t>
      </w:r>
    </w:p>
    <w:p w:rsidR="009F7193" w:rsidRDefault="009F7193" w:rsidP="009F7193">
      <w:pPr>
        <w:pStyle w:val="ListBullet"/>
        <w:ind w:left="1440"/>
      </w:pPr>
      <w:r>
        <w:t>Modifie note</w:t>
      </w:r>
    </w:p>
    <w:p w:rsidR="009F7193" w:rsidRDefault="009F7193" w:rsidP="009F7193">
      <w:pPr>
        <w:pStyle w:val="ListBullet"/>
        <w:ind w:left="1440"/>
      </w:pPr>
      <w:r>
        <w:t>Set winkey to null</w:t>
      </w:r>
    </w:p>
    <w:p w:rsidR="009F7193" w:rsidRDefault="009F7193" w:rsidP="009F7193">
      <w:pPr>
        <w:pStyle w:val="ListBullet"/>
        <w:ind w:left="1440"/>
      </w:pPr>
      <w:r>
        <w:t>Supprimer</w:t>
      </w:r>
    </w:p>
    <w:p w:rsidR="009F7193" w:rsidRDefault="009F7193" w:rsidP="009F7193">
      <w:pPr>
        <w:pStyle w:val="ListBullet"/>
      </w:pPr>
      <w:r>
        <w:t>Fenêtre nouveau record :definir</w:t>
      </w:r>
    </w:p>
    <w:p w:rsidR="009F7193" w:rsidRDefault="009F7193" w:rsidP="009F7193">
      <w:pPr>
        <w:pStyle w:val="ListBullet"/>
        <w:ind w:left="1440"/>
      </w:pPr>
      <w:r>
        <w:t>Login</w:t>
      </w:r>
    </w:p>
    <w:p w:rsidR="009F7193" w:rsidRPr="004A6E60" w:rsidRDefault="009F7193" w:rsidP="009F7193">
      <w:pPr>
        <w:pStyle w:val="ListBullet"/>
        <w:ind w:left="1440"/>
      </w:pPr>
      <w:r>
        <w:t>note</w:t>
      </w:r>
    </w:p>
    <w:p w:rsidR="004A6E60" w:rsidRPr="00B2482F" w:rsidRDefault="004A6E60" w:rsidP="004A6E60">
      <w:pPr>
        <w:pStyle w:val="ListBullet"/>
        <w:numPr>
          <w:ilvl w:val="0"/>
          <w:numId w:val="0"/>
        </w:numPr>
        <w:ind w:left="1080" w:hanging="360"/>
      </w:pPr>
    </w:p>
    <w:p w:rsidR="00B2482F" w:rsidRDefault="00B2482F" w:rsidP="00B2482F"/>
    <w:p w:rsidR="00B2482F" w:rsidRPr="00B2482F" w:rsidRDefault="00B2482F" w:rsidP="00B2482F"/>
    <w:sectPr w:rsidR="00B2482F" w:rsidRPr="00B2482F">
      <w:headerReference w:type="default" r:id="rId8"/>
      <w:footerReference w:type="default" r:id="rId9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B8C" w:rsidRDefault="00EB6B8C">
      <w:r>
        <w:separator/>
      </w:r>
    </w:p>
  </w:endnote>
  <w:endnote w:type="continuationSeparator" w:id="0">
    <w:p w:rsidR="00EB6B8C" w:rsidRDefault="00EB6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E60" w:rsidRDefault="00EB6B8C" w:rsidP="00181254">
    <w:pPr>
      <w:pStyle w:val="Footer"/>
      <w:rPr>
        <w:rStyle w:val="PageNumber"/>
      </w:rPr>
    </w:pPr>
    <w:r>
      <w:fldChar w:fldCharType="begin"/>
    </w:r>
    <w:r>
      <w:instrText xml:space="preserve"> FILENAME  \* MERGEFORMAT </w:instrText>
    </w:r>
    <w:r>
      <w:fldChar w:fldCharType="separate"/>
    </w:r>
    <w:r w:rsidR="004A6E60">
      <w:rPr>
        <w:noProof/>
      </w:rPr>
      <w:t>Document1</w:t>
    </w:r>
    <w:r>
      <w:rPr>
        <w:noProof/>
      </w:rPr>
      <w:fldChar w:fldCharType="end"/>
    </w:r>
    <w:r w:rsidR="004A6E60">
      <w:t xml:space="preserve"> - v</w:t>
    </w:r>
    <w:r w:rsidR="004A6E60">
      <w:rPr>
        <w:sz w:val="16"/>
      </w:rPr>
      <w:fldChar w:fldCharType="begin"/>
    </w:r>
    <w:r w:rsidR="004A6E60">
      <w:rPr>
        <w:sz w:val="16"/>
      </w:rPr>
      <w:instrText xml:space="preserve"> DOCPROPERTY "_Version"  \* MERGEFORMAT </w:instrText>
    </w:r>
    <w:r w:rsidR="004A6E60">
      <w:rPr>
        <w:sz w:val="16"/>
      </w:rPr>
      <w:fldChar w:fldCharType="separate"/>
    </w:r>
    <w:r w:rsidR="004A6E60">
      <w:rPr>
        <w:sz w:val="16"/>
      </w:rPr>
      <w:t>01</w:t>
    </w:r>
    <w:r w:rsidR="004A6E60">
      <w:rPr>
        <w:sz w:val="16"/>
      </w:rPr>
      <w:fldChar w:fldCharType="end"/>
    </w:r>
    <w:r w:rsidR="004A6E60" w:rsidRPr="00181254">
      <w:tab/>
    </w:r>
    <w:fldSimple w:instr=" DATE  \l ">
      <w:r w:rsidR="00F75DA4">
        <w:rPr>
          <w:noProof/>
        </w:rPr>
        <w:t>20/04/2018</w:t>
      </w:r>
    </w:fldSimple>
    <w:r w:rsidR="004A6E60" w:rsidRPr="00181254">
      <w:tab/>
      <w:t xml:space="preserve">Page </w:t>
    </w:r>
    <w:r w:rsidR="004A6E60" w:rsidRPr="00181254">
      <w:rPr>
        <w:rStyle w:val="PageNumber"/>
      </w:rPr>
      <w:fldChar w:fldCharType="begin"/>
    </w:r>
    <w:r w:rsidR="004A6E60" w:rsidRPr="00181254">
      <w:rPr>
        <w:rStyle w:val="PageNumber"/>
      </w:rPr>
      <w:instrText xml:space="preserve"> PAGE </w:instrText>
    </w:r>
    <w:r w:rsidR="004A6E60" w:rsidRPr="00181254">
      <w:rPr>
        <w:rStyle w:val="PageNumber"/>
      </w:rPr>
      <w:fldChar w:fldCharType="separate"/>
    </w:r>
    <w:r>
      <w:rPr>
        <w:rStyle w:val="PageNumber"/>
        <w:noProof/>
      </w:rPr>
      <w:t>1</w:t>
    </w:r>
    <w:r w:rsidR="004A6E60" w:rsidRPr="00181254">
      <w:rPr>
        <w:rStyle w:val="PageNumber"/>
      </w:rPr>
      <w:fldChar w:fldCharType="end"/>
    </w:r>
  </w:p>
  <w:p w:rsidR="004A6E60" w:rsidRPr="00092A5A" w:rsidRDefault="004A6E60" w:rsidP="00181254">
    <w:pPr>
      <w:pStyle w:val="Footer"/>
      <w:rPr>
        <w:sz w:val="16"/>
      </w:rPr>
    </w:pPr>
    <w:r>
      <w:rPr>
        <w:rStyle w:val="PageNumber"/>
      </w:rPr>
      <w:t>© 2009 www.bacofi.com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B8C" w:rsidRDefault="00EB6B8C">
      <w:r>
        <w:separator/>
      </w:r>
    </w:p>
  </w:footnote>
  <w:footnote w:type="continuationSeparator" w:id="0">
    <w:p w:rsidR="00EB6B8C" w:rsidRDefault="00EB6B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text" w:tblpY="1"/>
      <w:tblOverlap w:val="never"/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5670"/>
    </w:tblGrid>
    <w:tr w:rsidR="004A6E60" w:rsidTr="00F62F1B">
      <w:trPr>
        <w:trHeight w:val="423"/>
      </w:trPr>
      <w:tc>
        <w:tcPr>
          <w:tcW w:w="2764" w:type="dxa"/>
        </w:tcPr>
        <w:p w:rsidR="004A6E60" w:rsidRDefault="004A6E60" w:rsidP="00322999">
          <w:pPr>
            <w:jc w:val="both"/>
          </w:pPr>
          <w:r>
            <w:rPr>
              <w:noProof/>
              <w:lang w:eastAsia="fr-BE"/>
            </w:rPr>
            <w:drawing>
              <wp:inline distT="0" distB="0" distL="0" distR="0" wp14:anchorId="0156234C" wp14:editId="6094C205">
                <wp:extent cx="957580" cy="478790"/>
                <wp:effectExtent l="0" t="0" r="0" b="0"/>
                <wp:docPr id="2" name="Picture 2" descr="bacofi logo C w100h50_blac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cofi logo C w100h50_blac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7580" cy="478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E0425F" w:rsidRDefault="00E0425F" w:rsidP="002973C8">
          <w:pPr>
            <w:tabs>
              <w:tab w:val="left" w:pos="464"/>
              <w:tab w:val="right" w:pos="4677"/>
            </w:tabs>
            <w:jc w:val="right"/>
          </w:pPr>
          <w:r>
            <w:t>CAXEL</w:t>
          </w:r>
        </w:p>
        <w:p w:rsidR="004A6E60" w:rsidRPr="0057132C" w:rsidRDefault="00E0425F" w:rsidP="002973C8">
          <w:pPr>
            <w:tabs>
              <w:tab w:val="left" w:pos="464"/>
              <w:tab w:val="right" w:pos="4677"/>
            </w:tabs>
            <w:jc w:val="right"/>
            <w:rPr>
              <w:b/>
            </w:rPr>
          </w:pPr>
          <w:r>
            <w:t>N</w:t>
          </w:r>
          <w:r w:rsidR="004A6E60">
            <w:t>otes techniques</w:t>
          </w:r>
        </w:p>
      </w:tc>
    </w:tr>
  </w:tbl>
  <w:p w:rsidR="004A6E60" w:rsidRPr="00181254" w:rsidRDefault="004A6E60" w:rsidP="00C3346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32AE17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0AF83144"/>
    <w:lvl w:ilvl="0">
      <w:start w:val="1"/>
      <w:numFmt w:val="decimal"/>
      <w:pStyle w:val="Heading1"/>
      <w:lvlText w:val="%1."/>
      <w:legacy w:legacy="1" w:legacySpace="144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lowerLetter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2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>
    <w:nsid w:val="176D66C2"/>
    <w:multiLevelType w:val="multilevel"/>
    <w:tmpl w:val="0AF83144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lowerLetter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4">
    <w:nsid w:val="1A3762F8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5">
    <w:nsid w:val="22915C72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2D39109A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3BD06AB1"/>
    <w:multiLevelType w:val="hybridMultilevel"/>
    <w:tmpl w:val="A7444AAA"/>
    <w:lvl w:ilvl="0" w:tplc="8A7C5782">
      <w:start w:val="1"/>
      <w:numFmt w:val="bullet"/>
      <w:pStyle w:val="Truc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D3C76B6"/>
    <w:multiLevelType w:val="hybridMultilevel"/>
    <w:tmpl w:val="2C7CFA68"/>
    <w:lvl w:ilvl="0" w:tplc="42F05CDE">
      <w:start w:val="1"/>
      <w:numFmt w:val="bullet"/>
      <w:pStyle w:val="Bombeinfo"/>
      <w:lvlText w:val=""/>
      <w:lvlJc w:val="left"/>
      <w:pPr>
        <w:tabs>
          <w:tab w:val="num" w:pos="720"/>
        </w:tabs>
        <w:ind w:left="720" w:firstLine="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71F6BB1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FEC78D8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</w:num>
  <w:num w:numId="4">
    <w:abstractNumId w:val="10"/>
  </w:num>
  <w:num w:numId="5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9"/>
  </w:num>
  <w:num w:numId="7">
    <w:abstractNumId w:val="6"/>
  </w:num>
  <w:num w:numId="8">
    <w:abstractNumId w:val="5"/>
  </w:num>
  <w:num w:numId="9">
    <w:abstractNumId w:val="0"/>
  </w:num>
  <w:num w:numId="10">
    <w:abstractNumId w:val="0"/>
  </w:num>
  <w:num w:numId="11">
    <w:abstractNumId w:val="0"/>
  </w:num>
  <w:num w:numId="12">
    <w:abstractNumId w:val="4"/>
  </w:num>
  <w:num w:numId="13">
    <w:abstractNumId w:val="3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8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doNotUseMarginsForDrawingGridOrigin/>
  <w:drawingGridVerticalOrigin w:val="1134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2D"/>
    <w:rsid w:val="0000187C"/>
    <w:rsid w:val="000065B7"/>
    <w:rsid w:val="000077B8"/>
    <w:rsid w:val="000241E2"/>
    <w:rsid w:val="00053266"/>
    <w:rsid w:val="0006222D"/>
    <w:rsid w:val="000678F7"/>
    <w:rsid w:val="0007732E"/>
    <w:rsid w:val="00092A5A"/>
    <w:rsid w:val="00096849"/>
    <w:rsid w:val="000A5F0C"/>
    <w:rsid w:val="000C0196"/>
    <w:rsid w:val="000C1F09"/>
    <w:rsid w:val="000D7EC7"/>
    <w:rsid w:val="000F75E2"/>
    <w:rsid w:val="00102F8A"/>
    <w:rsid w:val="00120EC5"/>
    <w:rsid w:val="00132BC6"/>
    <w:rsid w:val="00135D6F"/>
    <w:rsid w:val="001721BB"/>
    <w:rsid w:val="00181254"/>
    <w:rsid w:val="001814B2"/>
    <w:rsid w:val="001A07BB"/>
    <w:rsid w:val="001E22DC"/>
    <w:rsid w:val="001E4242"/>
    <w:rsid w:val="00201602"/>
    <w:rsid w:val="00246E00"/>
    <w:rsid w:val="00287760"/>
    <w:rsid w:val="0029384E"/>
    <w:rsid w:val="00294EE7"/>
    <w:rsid w:val="002973C8"/>
    <w:rsid w:val="002A5FFE"/>
    <w:rsid w:val="002B0ADE"/>
    <w:rsid w:val="002C4F72"/>
    <w:rsid w:val="00312ABB"/>
    <w:rsid w:val="00322999"/>
    <w:rsid w:val="00326AB3"/>
    <w:rsid w:val="00342147"/>
    <w:rsid w:val="00344453"/>
    <w:rsid w:val="00380E39"/>
    <w:rsid w:val="003815B7"/>
    <w:rsid w:val="003C181C"/>
    <w:rsid w:val="004228C5"/>
    <w:rsid w:val="00436002"/>
    <w:rsid w:val="00457BFC"/>
    <w:rsid w:val="00483B90"/>
    <w:rsid w:val="004A5CE2"/>
    <w:rsid w:val="004A6E60"/>
    <w:rsid w:val="004C4A62"/>
    <w:rsid w:val="004C6B89"/>
    <w:rsid w:val="004F1178"/>
    <w:rsid w:val="004F4AC9"/>
    <w:rsid w:val="00507EFA"/>
    <w:rsid w:val="0051040F"/>
    <w:rsid w:val="00510AFF"/>
    <w:rsid w:val="00521694"/>
    <w:rsid w:val="00522CEE"/>
    <w:rsid w:val="00532C72"/>
    <w:rsid w:val="0054167E"/>
    <w:rsid w:val="00547B9B"/>
    <w:rsid w:val="00561515"/>
    <w:rsid w:val="00566582"/>
    <w:rsid w:val="00581F11"/>
    <w:rsid w:val="005946E1"/>
    <w:rsid w:val="0059600A"/>
    <w:rsid w:val="005B0A91"/>
    <w:rsid w:val="005C117F"/>
    <w:rsid w:val="005E22F4"/>
    <w:rsid w:val="005F0E2C"/>
    <w:rsid w:val="005F2C6B"/>
    <w:rsid w:val="00690D33"/>
    <w:rsid w:val="00697D8E"/>
    <w:rsid w:val="006A4620"/>
    <w:rsid w:val="006C2232"/>
    <w:rsid w:val="006D3C65"/>
    <w:rsid w:val="006E35B7"/>
    <w:rsid w:val="006E4D4D"/>
    <w:rsid w:val="006F2DFA"/>
    <w:rsid w:val="00707DBF"/>
    <w:rsid w:val="007255D5"/>
    <w:rsid w:val="00733281"/>
    <w:rsid w:val="00741EAD"/>
    <w:rsid w:val="007974FD"/>
    <w:rsid w:val="007A3169"/>
    <w:rsid w:val="007C1B27"/>
    <w:rsid w:val="007D426E"/>
    <w:rsid w:val="007E4034"/>
    <w:rsid w:val="00831CF1"/>
    <w:rsid w:val="008331D8"/>
    <w:rsid w:val="00866270"/>
    <w:rsid w:val="00867E2A"/>
    <w:rsid w:val="008D3D57"/>
    <w:rsid w:val="008F6039"/>
    <w:rsid w:val="0091201D"/>
    <w:rsid w:val="009675A0"/>
    <w:rsid w:val="009A2A56"/>
    <w:rsid w:val="009F7193"/>
    <w:rsid w:val="00A10576"/>
    <w:rsid w:val="00A172AD"/>
    <w:rsid w:val="00A20632"/>
    <w:rsid w:val="00A63937"/>
    <w:rsid w:val="00A7330B"/>
    <w:rsid w:val="00A75D14"/>
    <w:rsid w:val="00AA2376"/>
    <w:rsid w:val="00AB1B3D"/>
    <w:rsid w:val="00B114D7"/>
    <w:rsid w:val="00B2482F"/>
    <w:rsid w:val="00B6644D"/>
    <w:rsid w:val="00BC0188"/>
    <w:rsid w:val="00BC6DCB"/>
    <w:rsid w:val="00C2720C"/>
    <w:rsid w:val="00C33464"/>
    <w:rsid w:val="00C93EE8"/>
    <w:rsid w:val="00CA79F5"/>
    <w:rsid w:val="00CB2F72"/>
    <w:rsid w:val="00CB7EAA"/>
    <w:rsid w:val="00CE0635"/>
    <w:rsid w:val="00CF332D"/>
    <w:rsid w:val="00CF65DB"/>
    <w:rsid w:val="00D215AA"/>
    <w:rsid w:val="00D27B10"/>
    <w:rsid w:val="00D60928"/>
    <w:rsid w:val="00D74698"/>
    <w:rsid w:val="00D93087"/>
    <w:rsid w:val="00DD23C4"/>
    <w:rsid w:val="00E0425F"/>
    <w:rsid w:val="00E82142"/>
    <w:rsid w:val="00E97574"/>
    <w:rsid w:val="00EA1345"/>
    <w:rsid w:val="00EA680A"/>
    <w:rsid w:val="00EB6B8C"/>
    <w:rsid w:val="00EC1B32"/>
    <w:rsid w:val="00EF4A28"/>
    <w:rsid w:val="00F02B1C"/>
    <w:rsid w:val="00F23FCA"/>
    <w:rsid w:val="00F34DEF"/>
    <w:rsid w:val="00F47ED9"/>
    <w:rsid w:val="00F62F1B"/>
    <w:rsid w:val="00F71DBA"/>
    <w:rsid w:val="00F75DA4"/>
    <w:rsid w:val="00F84791"/>
    <w:rsid w:val="00FB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Strong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75E2"/>
    <w:pPr>
      <w:spacing w:before="40"/>
    </w:pPr>
    <w:rPr>
      <w:rFonts w:ascii="Trebuchet MS" w:hAnsi="Trebuchet MS"/>
      <w:lang w:eastAsia="en-US"/>
    </w:rPr>
  </w:style>
  <w:style w:type="paragraph" w:styleId="Heading1">
    <w:name w:val="heading 1"/>
    <w:basedOn w:val="Normal"/>
    <w:next w:val="Normal"/>
    <w:qFormat/>
    <w:rsid w:val="006F2DFA"/>
    <w:pPr>
      <w:keepNext/>
      <w:numPr>
        <w:numId w:val="19"/>
      </w:numPr>
      <w:pBdr>
        <w:top w:val="single" w:sz="4" w:space="1" w:color="auto"/>
        <w:bottom w:val="single" w:sz="8" w:space="1" w:color="auto"/>
      </w:pBdr>
      <w:spacing w:before="360" w:after="60"/>
      <w:jc w:val="right"/>
      <w:outlineLvl w:val="0"/>
    </w:pPr>
    <w:rPr>
      <w:b/>
      <w:caps/>
      <w:kern w:val="28"/>
      <w:sz w:val="28"/>
    </w:rPr>
  </w:style>
  <w:style w:type="paragraph" w:styleId="Heading2">
    <w:name w:val="heading 2"/>
    <w:basedOn w:val="Normal"/>
    <w:next w:val="Normal"/>
    <w:qFormat/>
    <w:rsid w:val="006F2DFA"/>
    <w:pPr>
      <w:keepNext/>
      <w:numPr>
        <w:ilvl w:val="1"/>
        <w:numId w:val="19"/>
      </w:numPr>
      <w:pBdr>
        <w:bottom w:val="single" w:sz="4" w:space="1" w:color="auto"/>
      </w:pBdr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rsid w:val="006F2DFA"/>
    <w:pPr>
      <w:keepNext/>
      <w:numPr>
        <w:ilvl w:val="2"/>
        <w:numId w:val="1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autoRedefine/>
    <w:qFormat/>
    <w:rsid w:val="003815B7"/>
    <w:pPr>
      <w:spacing w:before="12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rsid w:val="006F2DFA"/>
    <w:pPr>
      <w:numPr>
        <w:ilvl w:val="4"/>
        <w:numId w:val="19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rsid w:val="006F2DFA"/>
    <w:pPr>
      <w:numPr>
        <w:ilvl w:val="5"/>
        <w:numId w:val="19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rsid w:val="006F2DFA"/>
    <w:pPr>
      <w:numPr>
        <w:ilvl w:val="6"/>
        <w:numId w:val="19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rsid w:val="006F2DFA"/>
    <w:pPr>
      <w:numPr>
        <w:ilvl w:val="7"/>
        <w:numId w:val="19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rsid w:val="006F2DFA"/>
    <w:pPr>
      <w:numPr>
        <w:ilvl w:val="8"/>
        <w:numId w:val="19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81254"/>
    <w:pPr>
      <w:pBdr>
        <w:bottom w:val="single" w:sz="12" w:space="1" w:color="auto"/>
      </w:pBd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81254"/>
    <w:pPr>
      <w:pBdr>
        <w:top w:val="single" w:sz="12" w:space="1" w:color="auto"/>
      </w:pBd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semiHidden/>
    <w:rPr>
      <w:lang w:val="fr-FR"/>
    </w:rPr>
  </w:style>
  <w:style w:type="paragraph" w:styleId="ListBullet">
    <w:name w:val="List Bullet"/>
    <w:basedOn w:val="Normal"/>
    <w:qFormat/>
    <w:rsid w:val="00522CEE"/>
    <w:pPr>
      <w:numPr>
        <w:numId w:val="23"/>
      </w:numPr>
      <w:tabs>
        <w:tab w:val="clear" w:pos="360"/>
      </w:tabs>
      <w:spacing w:before="120"/>
      <w:ind w:left="1080"/>
      <w:contextualSpacing/>
    </w:pPr>
    <w:rPr>
      <w:lang w:val="fr-FR"/>
    </w:rPr>
  </w:style>
  <w:style w:type="paragraph" w:styleId="TOC1">
    <w:name w:val="toc 1"/>
    <w:basedOn w:val="Normal"/>
    <w:next w:val="Normal"/>
    <w:autoRedefine/>
    <w:uiPriority w:val="39"/>
    <w:pPr>
      <w:spacing w:before="120" w:after="120"/>
    </w:pPr>
    <w:rPr>
      <w:b/>
      <w:caps/>
    </w:rPr>
  </w:style>
  <w:style w:type="paragraph" w:styleId="TOC2">
    <w:name w:val="toc 2"/>
    <w:basedOn w:val="Normal"/>
    <w:next w:val="Normal"/>
    <w:autoRedefine/>
    <w:uiPriority w:val="39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uiPriority w:val="39"/>
    <w:pPr>
      <w:ind w:left="400"/>
    </w:pPr>
    <w:rPr>
      <w:i/>
    </w:rPr>
  </w:style>
  <w:style w:type="paragraph" w:styleId="TOC4">
    <w:name w:val="toc 4"/>
    <w:basedOn w:val="Normal"/>
    <w:next w:val="Normal"/>
    <w:autoRedefine/>
    <w:semiHidden/>
    <w:pPr>
      <w:ind w:left="600"/>
    </w:pPr>
    <w:rPr>
      <w:sz w:val="18"/>
    </w:rPr>
  </w:style>
  <w:style w:type="paragraph" w:styleId="TOC5">
    <w:name w:val="toc 5"/>
    <w:basedOn w:val="Normal"/>
    <w:next w:val="Normal"/>
    <w:autoRedefine/>
    <w:semiHidden/>
    <w:pPr>
      <w:ind w:left="800"/>
    </w:pPr>
    <w:rPr>
      <w:sz w:val="18"/>
    </w:rPr>
  </w:style>
  <w:style w:type="paragraph" w:styleId="TOC6">
    <w:name w:val="toc 6"/>
    <w:basedOn w:val="Normal"/>
    <w:next w:val="Normal"/>
    <w:autoRedefine/>
    <w:semiHidden/>
    <w:pPr>
      <w:ind w:left="1000"/>
    </w:pPr>
    <w:rPr>
      <w:sz w:val="18"/>
    </w:rPr>
  </w:style>
  <w:style w:type="paragraph" w:styleId="TOC7">
    <w:name w:val="toc 7"/>
    <w:basedOn w:val="Normal"/>
    <w:next w:val="Normal"/>
    <w:autoRedefine/>
    <w:semiHidden/>
    <w:pPr>
      <w:ind w:left="1200"/>
    </w:pPr>
    <w:rPr>
      <w:sz w:val="18"/>
    </w:rPr>
  </w:style>
  <w:style w:type="paragraph" w:styleId="TOC8">
    <w:name w:val="toc 8"/>
    <w:basedOn w:val="Normal"/>
    <w:next w:val="Normal"/>
    <w:autoRedefine/>
    <w:semiHidden/>
    <w:pPr>
      <w:ind w:left="1400"/>
    </w:pPr>
    <w:rPr>
      <w:sz w:val="18"/>
    </w:rPr>
  </w:style>
  <w:style w:type="paragraph" w:styleId="TOC9">
    <w:name w:val="toc 9"/>
    <w:basedOn w:val="Normal"/>
    <w:next w:val="Normal"/>
    <w:autoRedefine/>
    <w:semiHidden/>
    <w:pPr>
      <w:ind w:left="1600"/>
    </w:pPr>
    <w:rPr>
      <w:sz w:val="18"/>
    </w:rPr>
  </w:style>
  <w:style w:type="paragraph" w:customStyle="1" w:styleId="Code">
    <w:name w:val="Code"/>
    <w:basedOn w:val="Normal"/>
    <w:autoRedefine/>
    <w:qFormat/>
    <w:rsid w:val="00A75D14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</w:pPr>
    <w:rPr>
      <w:rFonts w:ascii="Courier New" w:hAnsi="Courier New"/>
      <w:noProof/>
      <w:sz w:val="18"/>
      <w:lang w:val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BlockTitre">
    <w:name w:val="Block Titre"/>
    <w:basedOn w:val="Normal"/>
    <w:next w:val="Normal"/>
    <w:rsid w:val="00181254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jc w:val="center"/>
      <w:outlineLvl w:val="0"/>
    </w:pPr>
    <w:rPr>
      <w:b/>
      <w:i/>
      <w:sz w:val="28"/>
      <w:lang w:val="fr-FR"/>
    </w:rPr>
  </w:style>
  <w:style w:type="paragraph" w:customStyle="1" w:styleId="Blockresume">
    <w:name w:val="Block resume"/>
    <w:basedOn w:val="Normal"/>
    <w:qFormat/>
    <w:rsid w:val="006C2232"/>
    <w:pPr>
      <w:pBdr>
        <w:top w:val="single" w:sz="8" w:space="1" w:color="auto"/>
        <w:left w:val="single" w:sz="8" w:space="0" w:color="auto"/>
        <w:bottom w:val="single" w:sz="8" w:space="1" w:color="auto"/>
        <w:right w:val="single" w:sz="8" w:space="2" w:color="auto"/>
      </w:pBdr>
      <w:shd w:val="clear" w:color="auto" w:fill="FFFF99"/>
      <w:spacing w:after="40"/>
      <w:ind w:left="1134" w:right="1134"/>
    </w:pPr>
    <w:rPr>
      <w:rFonts w:ascii="Arial" w:hAnsi="Arial"/>
      <w:lang w:val="fr-FR"/>
    </w:rPr>
  </w:style>
  <w:style w:type="paragraph" w:customStyle="1" w:styleId="BlockImportant">
    <w:name w:val="Block Important"/>
    <w:basedOn w:val="Normal"/>
    <w:qFormat/>
    <w:rsid w:val="00A172AD"/>
    <w:pPr>
      <w:shd w:val="clear" w:color="auto" w:fill="FFCC99"/>
      <w:spacing w:before="120" w:after="120"/>
      <w:ind w:left="1134" w:right="1134"/>
      <w:jc w:val="center"/>
    </w:pPr>
    <w:rPr>
      <w:b/>
    </w:rPr>
  </w:style>
  <w:style w:type="paragraph" w:customStyle="1" w:styleId="Bocalooktitredoc">
    <w:name w:val="Boca look titre doc"/>
    <w:basedOn w:val="Normal"/>
    <w:qFormat/>
    <w:rsid w:val="00697D8E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pacing w:before="120" w:after="120"/>
      <w:jc w:val="center"/>
    </w:pPr>
    <w:rPr>
      <w:rFonts w:ascii="Papyrus" w:hAnsi="Papyrus"/>
      <w:b/>
      <w:i/>
      <w:color w:val="005454"/>
      <w:sz w:val="28"/>
      <w:lang w:val="fr-FR"/>
    </w:rPr>
  </w:style>
  <w:style w:type="table" w:styleId="TableGrid">
    <w:name w:val="Table Grid"/>
    <w:basedOn w:val="TableNormal"/>
    <w:rsid w:val="0091201D"/>
    <w:pPr>
      <w:spacing w:before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abene">
    <w:name w:val="notabene"/>
    <w:basedOn w:val="Normal"/>
    <w:autoRedefine/>
    <w:qFormat/>
    <w:rsid w:val="00733281"/>
    <w:pPr>
      <w:ind w:left="720"/>
    </w:pPr>
    <w:rPr>
      <w:i/>
      <w:sz w:val="18"/>
      <w:szCs w:val="18"/>
    </w:rPr>
  </w:style>
  <w:style w:type="character" w:customStyle="1" w:styleId="Plus">
    <w:name w:val="Plus"/>
    <w:basedOn w:val="DefaultParagraphFont"/>
    <w:rsid w:val="00CA79F5"/>
    <w:rPr>
      <w:b/>
      <w:sz w:val="28"/>
      <w:szCs w:val="28"/>
      <w:vertAlign w:val="superscript"/>
    </w:rPr>
  </w:style>
  <w:style w:type="paragraph" w:styleId="BalloonText">
    <w:name w:val="Balloon Text"/>
    <w:basedOn w:val="Normal"/>
    <w:link w:val="BalloonTextChar"/>
    <w:rsid w:val="0059600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600A"/>
    <w:rPr>
      <w:rFonts w:ascii="Tahoma" w:hAnsi="Tahoma" w:cs="Tahoma"/>
      <w:sz w:val="16"/>
      <w:szCs w:val="16"/>
      <w:lang w:eastAsia="en-US"/>
    </w:rPr>
  </w:style>
  <w:style w:type="character" w:styleId="Strong">
    <w:name w:val="Strong"/>
    <w:basedOn w:val="DefaultParagraphFont"/>
    <w:qFormat/>
    <w:rsid w:val="00F71DBA"/>
    <w:rPr>
      <w:b/>
      <w:bCs/>
    </w:rPr>
  </w:style>
  <w:style w:type="paragraph" w:styleId="Title">
    <w:name w:val="Title"/>
    <w:basedOn w:val="Normal"/>
    <w:next w:val="Normal"/>
    <w:link w:val="TitleChar"/>
    <w:qFormat/>
    <w:rsid w:val="00F71DBA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F71D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F71DB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71DBA"/>
    <w:rPr>
      <w:rFonts w:ascii="Trebuchet MS" w:hAnsi="Trebuchet MS"/>
      <w:i/>
      <w:iCs/>
      <w:color w:val="000000" w:themeColor="text1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F71DB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F71DB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customStyle="1" w:styleId="Bombeinfo">
    <w:name w:val="Bombe info"/>
    <w:basedOn w:val="Normal"/>
    <w:uiPriority w:val="4"/>
    <w:qFormat/>
    <w:rsid w:val="00F47ED9"/>
    <w:pPr>
      <w:numPr>
        <w:numId w:val="24"/>
      </w:numPr>
      <w:pBdr>
        <w:left w:val="single" w:sz="4" w:space="4" w:color="auto"/>
      </w:pBdr>
      <w:spacing w:before="120" w:after="120"/>
      <w:ind w:right="357"/>
    </w:pPr>
    <w:rPr>
      <w:rFonts w:ascii="Arial" w:hAnsi="Arial"/>
      <w:spacing w:val="-5"/>
      <w:sz w:val="18"/>
      <w:szCs w:val="18"/>
    </w:rPr>
  </w:style>
  <w:style w:type="paragraph" w:customStyle="1" w:styleId="Truc">
    <w:name w:val="Truc"/>
    <w:basedOn w:val="ListBullet"/>
    <w:link w:val="TrucChar"/>
    <w:uiPriority w:val="4"/>
    <w:qFormat/>
    <w:rsid w:val="00F47ED9"/>
    <w:pPr>
      <w:numPr>
        <w:numId w:val="25"/>
      </w:numPr>
      <w:pBdr>
        <w:left w:val="single" w:sz="4" w:space="4" w:color="auto"/>
      </w:pBdr>
      <w:spacing w:after="120"/>
      <w:ind w:right="357"/>
      <w:contextualSpacing w:val="0"/>
    </w:pPr>
    <w:rPr>
      <w:spacing w:val="-5"/>
      <w:sz w:val="18"/>
      <w:szCs w:val="18"/>
      <w:lang w:val="fr-BE"/>
    </w:rPr>
  </w:style>
  <w:style w:type="character" w:customStyle="1" w:styleId="TrucChar">
    <w:name w:val="Truc Char"/>
    <w:basedOn w:val="DefaultParagraphFont"/>
    <w:link w:val="Truc"/>
    <w:uiPriority w:val="4"/>
    <w:rsid w:val="00F47ED9"/>
    <w:rPr>
      <w:rFonts w:ascii="Trebuchet MS" w:hAnsi="Trebuchet MS"/>
      <w:spacing w:val="-5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Strong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75E2"/>
    <w:pPr>
      <w:spacing w:before="40"/>
    </w:pPr>
    <w:rPr>
      <w:rFonts w:ascii="Trebuchet MS" w:hAnsi="Trebuchet MS"/>
      <w:lang w:eastAsia="en-US"/>
    </w:rPr>
  </w:style>
  <w:style w:type="paragraph" w:styleId="Heading1">
    <w:name w:val="heading 1"/>
    <w:basedOn w:val="Normal"/>
    <w:next w:val="Normal"/>
    <w:qFormat/>
    <w:rsid w:val="006F2DFA"/>
    <w:pPr>
      <w:keepNext/>
      <w:numPr>
        <w:numId w:val="19"/>
      </w:numPr>
      <w:pBdr>
        <w:top w:val="single" w:sz="4" w:space="1" w:color="auto"/>
        <w:bottom w:val="single" w:sz="8" w:space="1" w:color="auto"/>
      </w:pBdr>
      <w:spacing w:before="360" w:after="60"/>
      <w:jc w:val="right"/>
      <w:outlineLvl w:val="0"/>
    </w:pPr>
    <w:rPr>
      <w:b/>
      <w:caps/>
      <w:kern w:val="28"/>
      <w:sz w:val="28"/>
    </w:rPr>
  </w:style>
  <w:style w:type="paragraph" w:styleId="Heading2">
    <w:name w:val="heading 2"/>
    <w:basedOn w:val="Normal"/>
    <w:next w:val="Normal"/>
    <w:qFormat/>
    <w:rsid w:val="006F2DFA"/>
    <w:pPr>
      <w:keepNext/>
      <w:numPr>
        <w:ilvl w:val="1"/>
        <w:numId w:val="19"/>
      </w:numPr>
      <w:pBdr>
        <w:bottom w:val="single" w:sz="4" w:space="1" w:color="auto"/>
      </w:pBdr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rsid w:val="006F2DFA"/>
    <w:pPr>
      <w:keepNext/>
      <w:numPr>
        <w:ilvl w:val="2"/>
        <w:numId w:val="1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autoRedefine/>
    <w:qFormat/>
    <w:rsid w:val="003815B7"/>
    <w:pPr>
      <w:spacing w:before="12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rsid w:val="006F2DFA"/>
    <w:pPr>
      <w:numPr>
        <w:ilvl w:val="4"/>
        <w:numId w:val="19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rsid w:val="006F2DFA"/>
    <w:pPr>
      <w:numPr>
        <w:ilvl w:val="5"/>
        <w:numId w:val="19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rsid w:val="006F2DFA"/>
    <w:pPr>
      <w:numPr>
        <w:ilvl w:val="6"/>
        <w:numId w:val="19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rsid w:val="006F2DFA"/>
    <w:pPr>
      <w:numPr>
        <w:ilvl w:val="7"/>
        <w:numId w:val="19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rsid w:val="006F2DFA"/>
    <w:pPr>
      <w:numPr>
        <w:ilvl w:val="8"/>
        <w:numId w:val="19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81254"/>
    <w:pPr>
      <w:pBdr>
        <w:bottom w:val="single" w:sz="12" w:space="1" w:color="auto"/>
      </w:pBd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81254"/>
    <w:pPr>
      <w:pBdr>
        <w:top w:val="single" w:sz="12" w:space="1" w:color="auto"/>
      </w:pBd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semiHidden/>
    <w:rPr>
      <w:lang w:val="fr-FR"/>
    </w:rPr>
  </w:style>
  <w:style w:type="paragraph" w:styleId="ListBullet">
    <w:name w:val="List Bullet"/>
    <w:basedOn w:val="Normal"/>
    <w:qFormat/>
    <w:rsid w:val="00522CEE"/>
    <w:pPr>
      <w:numPr>
        <w:numId w:val="23"/>
      </w:numPr>
      <w:tabs>
        <w:tab w:val="clear" w:pos="360"/>
      </w:tabs>
      <w:spacing w:before="120"/>
      <w:ind w:left="1080"/>
      <w:contextualSpacing/>
    </w:pPr>
    <w:rPr>
      <w:lang w:val="fr-FR"/>
    </w:rPr>
  </w:style>
  <w:style w:type="paragraph" w:styleId="TOC1">
    <w:name w:val="toc 1"/>
    <w:basedOn w:val="Normal"/>
    <w:next w:val="Normal"/>
    <w:autoRedefine/>
    <w:uiPriority w:val="39"/>
    <w:pPr>
      <w:spacing w:before="120" w:after="120"/>
    </w:pPr>
    <w:rPr>
      <w:b/>
      <w:caps/>
    </w:rPr>
  </w:style>
  <w:style w:type="paragraph" w:styleId="TOC2">
    <w:name w:val="toc 2"/>
    <w:basedOn w:val="Normal"/>
    <w:next w:val="Normal"/>
    <w:autoRedefine/>
    <w:uiPriority w:val="39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uiPriority w:val="39"/>
    <w:pPr>
      <w:ind w:left="400"/>
    </w:pPr>
    <w:rPr>
      <w:i/>
    </w:rPr>
  </w:style>
  <w:style w:type="paragraph" w:styleId="TOC4">
    <w:name w:val="toc 4"/>
    <w:basedOn w:val="Normal"/>
    <w:next w:val="Normal"/>
    <w:autoRedefine/>
    <w:semiHidden/>
    <w:pPr>
      <w:ind w:left="600"/>
    </w:pPr>
    <w:rPr>
      <w:sz w:val="18"/>
    </w:rPr>
  </w:style>
  <w:style w:type="paragraph" w:styleId="TOC5">
    <w:name w:val="toc 5"/>
    <w:basedOn w:val="Normal"/>
    <w:next w:val="Normal"/>
    <w:autoRedefine/>
    <w:semiHidden/>
    <w:pPr>
      <w:ind w:left="800"/>
    </w:pPr>
    <w:rPr>
      <w:sz w:val="18"/>
    </w:rPr>
  </w:style>
  <w:style w:type="paragraph" w:styleId="TOC6">
    <w:name w:val="toc 6"/>
    <w:basedOn w:val="Normal"/>
    <w:next w:val="Normal"/>
    <w:autoRedefine/>
    <w:semiHidden/>
    <w:pPr>
      <w:ind w:left="1000"/>
    </w:pPr>
    <w:rPr>
      <w:sz w:val="18"/>
    </w:rPr>
  </w:style>
  <w:style w:type="paragraph" w:styleId="TOC7">
    <w:name w:val="toc 7"/>
    <w:basedOn w:val="Normal"/>
    <w:next w:val="Normal"/>
    <w:autoRedefine/>
    <w:semiHidden/>
    <w:pPr>
      <w:ind w:left="1200"/>
    </w:pPr>
    <w:rPr>
      <w:sz w:val="18"/>
    </w:rPr>
  </w:style>
  <w:style w:type="paragraph" w:styleId="TOC8">
    <w:name w:val="toc 8"/>
    <w:basedOn w:val="Normal"/>
    <w:next w:val="Normal"/>
    <w:autoRedefine/>
    <w:semiHidden/>
    <w:pPr>
      <w:ind w:left="1400"/>
    </w:pPr>
    <w:rPr>
      <w:sz w:val="18"/>
    </w:rPr>
  </w:style>
  <w:style w:type="paragraph" w:styleId="TOC9">
    <w:name w:val="toc 9"/>
    <w:basedOn w:val="Normal"/>
    <w:next w:val="Normal"/>
    <w:autoRedefine/>
    <w:semiHidden/>
    <w:pPr>
      <w:ind w:left="1600"/>
    </w:pPr>
    <w:rPr>
      <w:sz w:val="18"/>
    </w:rPr>
  </w:style>
  <w:style w:type="paragraph" w:customStyle="1" w:styleId="Code">
    <w:name w:val="Code"/>
    <w:basedOn w:val="Normal"/>
    <w:autoRedefine/>
    <w:qFormat/>
    <w:rsid w:val="00A75D14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</w:pPr>
    <w:rPr>
      <w:rFonts w:ascii="Courier New" w:hAnsi="Courier New"/>
      <w:noProof/>
      <w:sz w:val="18"/>
      <w:lang w:val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BlockTitre">
    <w:name w:val="Block Titre"/>
    <w:basedOn w:val="Normal"/>
    <w:next w:val="Normal"/>
    <w:rsid w:val="00181254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jc w:val="center"/>
      <w:outlineLvl w:val="0"/>
    </w:pPr>
    <w:rPr>
      <w:b/>
      <w:i/>
      <w:sz w:val="28"/>
      <w:lang w:val="fr-FR"/>
    </w:rPr>
  </w:style>
  <w:style w:type="paragraph" w:customStyle="1" w:styleId="Blockresume">
    <w:name w:val="Block resume"/>
    <w:basedOn w:val="Normal"/>
    <w:qFormat/>
    <w:rsid w:val="006C2232"/>
    <w:pPr>
      <w:pBdr>
        <w:top w:val="single" w:sz="8" w:space="1" w:color="auto"/>
        <w:left w:val="single" w:sz="8" w:space="0" w:color="auto"/>
        <w:bottom w:val="single" w:sz="8" w:space="1" w:color="auto"/>
        <w:right w:val="single" w:sz="8" w:space="2" w:color="auto"/>
      </w:pBdr>
      <w:shd w:val="clear" w:color="auto" w:fill="FFFF99"/>
      <w:spacing w:after="40"/>
      <w:ind w:left="1134" w:right="1134"/>
    </w:pPr>
    <w:rPr>
      <w:rFonts w:ascii="Arial" w:hAnsi="Arial"/>
      <w:lang w:val="fr-FR"/>
    </w:rPr>
  </w:style>
  <w:style w:type="paragraph" w:customStyle="1" w:styleId="BlockImportant">
    <w:name w:val="Block Important"/>
    <w:basedOn w:val="Normal"/>
    <w:qFormat/>
    <w:rsid w:val="00A172AD"/>
    <w:pPr>
      <w:shd w:val="clear" w:color="auto" w:fill="FFCC99"/>
      <w:spacing w:before="120" w:after="120"/>
      <w:ind w:left="1134" w:right="1134"/>
      <w:jc w:val="center"/>
    </w:pPr>
    <w:rPr>
      <w:b/>
    </w:rPr>
  </w:style>
  <w:style w:type="paragraph" w:customStyle="1" w:styleId="Bocalooktitredoc">
    <w:name w:val="Boca look titre doc"/>
    <w:basedOn w:val="Normal"/>
    <w:qFormat/>
    <w:rsid w:val="00697D8E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pacing w:before="120" w:after="120"/>
      <w:jc w:val="center"/>
    </w:pPr>
    <w:rPr>
      <w:rFonts w:ascii="Papyrus" w:hAnsi="Papyrus"/>
      <w:b/>
      <w:i/>
      <w:color w:val="005454"/>
      <w:sz w:val="28"/>
      <w:lang w:val="fr-FR"/>
    </w:rPr>
  </w:style>
  <w:style w:type="table" w:styleId="TableGrid">
    <w:name w:val="Table Grid"/>
    <w:basedOn w:val="TableNormal"/>
    <w:rsid w:val="0091201D"/>
    <w:pPr>
      <w:spacing w:before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abene">
    <w:name w:val="notabene"/>
    <w:basedOn w:val="Normal"/>
    <w:autoRedefine/>
    <w:qFormat/>
    <w:rsid w:val="00733281"/>
    <w:pPr>
      <w:ind w:left="720"/>
    </w:pPr>
    <w:rPr>
      <w:i/>
      <w:sz w:val="18"/>
      <w:szCs w:val="18"/>
    </w:rPr>
  </w:style>
  <w:style w:type="character" w:customStyle="1" w:styleId="Plus">
    <w:name w:val="Plus"/>
    <w:basedOn w:val="DefaultParagraphFont"/>
    <w:rsid w:val="00CA79F5"/>
    <w:rPr>
      <w:b/>
      <w:sz w:val="28"/>
      <w:szCs w:val="28"/>
      <w:vertAlign w:val="superscript"/>
    </w:rPr>
  </w:style>
  <w:style w:type="paragraph" w:styleId="BalloonText">
    <w:name w:val="Balloon Text"/>
    <w:basedOn w:val="Normal"/>
    <w:link w:val="BalloonTextChar"/>
    <w:rsid w:val="0059600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600A"/>
    <w:rPr>
      <w:rFonts w:ascii="Tahoma" w:hAnsi="Tahoma" w:cs="Tahoma"/>
      <w:sz w:val="16"/>
      <w:szCs w:val="16"/>
      <w:lang w:eastAsia="en-US"/>
    </w:rPr>
  </w:style>
  <w:style w:type="character" w:styleId="Strong">
    <w:name w:val="Strong"/>
    <w:basedOn w:val="DefaultParagraphFont"/>
    <w:qFormat/>
    <w:rsid w:val="00F71DBA"/>
    <w:rPr>
      <w:b/>
      <w:bCs/>
    </w:rPr>
  </w:style>
  <w:style w:type="paragraph" w:styleId="Title">
    <w:name w:val="Title"/>
    <w:basedOn w:val="Normal"/>
    <w:next w:val="Normal"/>
    <w:link w:val="TitleChar"/>
    <w:qFormat/>
    <w:rsid w:val="00F71DBA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F71D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F71DB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71DBA"/>
    <w:rPr>
      <w:rFonts w:ascii="Trebuchet MS" w:hAnsi="Trebuchet MS"/>
      <w:i/>
      <w:iCs/>
      <w:color w:val="000000" w:themeColor="text1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F71DB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F71DB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customStyle="1" w:styleId="Bombeinfo">
    <w:name w:val="Bombe info"/>
    <w:basedOn w:val="Normal"/>
    <w:uiPriority w:val="4"/>
    <w:qFormat/>
    <w:rsid w:val="00F47ED9"/>
    <w:pPr>
      <w:numPr>
        <w:numId w:val="24"/>
      </w:numPr>
      <w:pBdr>
        <w:left w:val="single" w:sz="4" w:space="4" w:color="auto"/>
      </w:pBdr>
      <w:spacing w:before="120" w:after="120"/>
      <w:ind w:right="357"/>
    </w:pPr>
    <w:rPr>
      <w:rFonts w:ascii="Arial" w:hAnsi="Arial"/>
      <w:spacing w:val="-5"/>
      <w:sz w:val="18"/>
      <w:szCs w:val="18"/>
    </w:rPr>
  </w:style>
  <w:style w:type="paragraph" w:customStyle="1" w:styleId="Truc">
    <w:name w:val="Truc"/>
    <w:basedOn w:val="ListBullet"/>
    <w:link w:val="TrucChar"/>
    <w:uiPriority w:val="4"/>
    <w:qFormat/>
    <w:rsid w:val="00F47ED9"/>
    <w:pPr>
      <w:numPr>
        <w:numId w:val="25"/>
      </w:numPr>
      <w:pBdr>
        <w:left w:val="single" w:sz="4" w:space="4" w:color="auto"/>
      </w:pBdr>
      <w:spacing w:after="120"/>
      <w:ind w:right="357"/>
      <w:contextualSpacing w:val="0"/>
    </w:pPr>
    <w:rPr>
      <w:spacing w:val="-5"/>
      <w:sz w:val="18"/>
      <w:szCs w:val="18"/>
      <w:lang w:val="fr-BE"/>
    </w:rPr>
  </w:style>
  <w:style w:type="character" w:customStyle="1" w:styleId="TrucChar">
    <w:name w:val="Truc Char"/>
    <w:basedOn w:val="DefaultParagraphFont"/>
    <w:link w:val="Truc"/>
    <w:uiPriority w:val="4"/>
    <w:rsid w:val="00F47ED9"/>
    <w:rPr>
      <w:rFonts w:ascii="Trebuchet MS" w:hAnsi="Trebuchet MS"/>
      <w:spacing w:val="-5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7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Gestion\Modeles\Castor2%20TEC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Castor2 TECH.dotx</Template>
  <TotalTime>212</TotalTime>
  <Pages>1</Pages>
  <Words>1730</Words>
  <Characters>9521</Characters>
  <Application>Microsoft Office Word</Application>
  <DocSecurity>0</DocSecurity>
  <Lines>79</Lines>
  <Paragraphs>22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29</vt:i4>
      </vt:variant>
      <vt:variant>
        <vt:lpstr>Titre</vt:lpstr>
      </vt:variant>
      <vt:variant>
        <vt:i4>1</vt:i4>
      </vt:variant>
    </vt:vector>
  </HeadingPairs>
  <TitlesOfParts>
    <vt:vector size="31" baseType="lpstr">
      <vt:lpstr>BOCA</vt:lpstr>
      <vt:lpstr/>
      <vt:lpstr>Logique générale</vt:lpstr>
      <vt:lpstr>    Principes d’utilisation</vt:lpstr>
      <vt:lpstr>    Importation des fichiers</vt:lpstr>
      <vt:lpstr>        ImportSE3000 :</vt:lpstr>
      <vt:lpstr>    La base de données DM :</vt:lpstr>
      <vt:lpstr>    Création Excel</vt:lpstr>
      <vt:lpstr>        Case curcai est utilisé pour:</vt:lpstr>
      <vt:lpstr>Fichiers SE 3000</vt:lpstr>
      <vt:lpstr>    La carte flash</vt:lpstr>
      <vt:lpstr>    Les fichiers</vt:lpstr>
      <vt:lpstr>    Formats de fichiers</vt:lpstr>
      <vt:lpstr>        001 (51 lignes)</vt:lpstr>
      <vt:lpstr>        002 (60 lignes)</vt:lpstr>
      <vt:lpstr>        004 (7010 lignes)</vt:lpstr>
      <vt:lpstr>        005 (210 lignes)</vt:lpstr>
      <vt:lpstr>        006 (60 lignes)</vt:lpstr>
      <vt:lpstr>        009 (34 lignes)</vt:lpstr>
      <vt:lpstr>        010 = mensuel – non fait</vt:lpstr>
      <vt:lpstr>        011 (nb caissier x nb rub lignes)</vt:lpstr>
      <vt:lpstr>        016</vt:lpstr>
      <vt:lpstr>        020 - ? – pas fait</vt:lpstr>
      <vt:lpstr>    Logique de lecture des fichiers</vt:lpstr>
      <vt:lpstr>Enregistrement du logiciel</vt:lpstr>
      <vt:lpstr>    Data base</vt:lpstr>
      <vt:lpstr>        PGM : les programme ID</vt:lpstr>
      <vt:lpstr>        LICENCES : les licences</vt:lpstr>
      <vt:lpstr>    Enregistrement</vt:lpstr>
      <vt:lpstr>    Remplir la BD</vt:lpstr>
      <vt:lpstr>BOCA</vt:lpstr>
    </vt:vector>
  </TitlesOfParts>
  <Company>SOGY</Company>
  <LinksUpToDate>false</LinksUpToDate>
  <CharactersWithSpaces>11229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BOCA</dc:title>
  <dc:subject>Logiciel BOCA</dc:subject>
  <dc:creator>BACOFI SA</dc:creator>
  <cp:lastModifiedBy>BACOFI SA</cp:lastModifiedBy>
  <cp:revision>6</cp:revision>
  <cp:lastPrinted>1998-11-21T11:50:00Z</cp:lastPrinted>
  <dcterms:created xsi:type="dcterms:W3CDTF">2018-04-19T11:06:00Z</dcterms:created>
  <dcterms:modified xsi:type="dcterms:W3CDTF">2018-04-20T15:33:00Z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Version">
    <vt:lpwstr>02</vt:lpwstr>
  </property>
</Properties>
</file>